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CEA" w:rsidRPr="009A4485" w:rsidRDefault="00F94CEA" w:rsidP="00A573A6">
      <w:bookmarkStart w:id="0" w:name="_GoBack"/>
      <w:bookmarkEnd w:id="0"/>
      <w:r w:rsidRPr="00AE0209">
        <w:rPr>
          <w:b/>
          <w:bCs/>
          <w:highlight w:val="yellow"/>
        </w:rPr>
        <w:t>NAPPALI TAGOZAT</w:t>
      </w:r>
      <w:r>
        <w:t xml:space="preserve"> – </w:t>
      </w:r>
      <w:r w:rsidRPr="00AE0209">
        <w:rPr>
          <w:b/>
          <w:bCs/>
          <w:color w:val="FF0000"/>
        </w:rPr>
        <w:t>gyakorlati jegy</w:t>
      </w:r>
    </w:p>
    <w:p w:rsidR="00F94CEA" w:rsidRPr="002C5D8C" w:rsidRDefault="00F94CEA" w:rsidP="00042EE9">
      <w:pPr>
        <w:rPr>
          <w:b/>
          <w:bCs/>
          <w:sz w:val="28"/>
          <w:szCs w:val="28"/>
        </w:rPr>
      </w:pPr>
      <w:r w:rsidRPr="002C5D8C">
        <w:rPr>
          <w:b/>
          <w:bCs/>
          <w:sz w:val="28"/>
          <w:szCs w:val="28"/>
        </w:rPr>
        <w:t xml:space="preserve">Tantárgyi tematika és </w:t>
      </w:r>
      <w:r>
        <w:rPr>
          <w:b/>
          <w:bCs/>
          <w:sz w:val="28"/>
          <w:szCs w:val="28"/>
        </w:rPr>
        <w:t xml:space="preserve">félévi </w:t>
      </w:r>
      <w:r w:rsidRPr="002C5D8C">
        <w:rPr>
          <w:b/>
          <w:bCs/>
          <w:sz w:val="28"/>
          <w:szCs w:val="28"/>
        </w:rPr>
        <w:t>követelmény</w:t>
      </w:r>
      <w:r>
        <w:rPr>
          <w:b/>
          <w:bCs/>
          <w:sz w:val="28"/>
          <w:szCs w:val="28"/>
        </w:rPr>
        <w:t>rendszer</w:t>
      </w:r>
    </w:p>
    <w:p w:rsidR="00F94CEA" w:rsidRDefault="00F94CEA" w:rsidP="001C1527">
      <w:pPr>
        <w:ind w:left="709" w:hanging="699"/>
        <w:rPr>
          <w:b/>
          <w:bCs/>
        </w:rPr>
      </w:pPr>
    </w:p>
    <w:p w:rsidR="00F94CEA" w:rsidRDefault="00F94CEA" w:rsidP="001C1527">
      <w:pPr>
        <w:ind w:left="709" w:hanging="699"/>
        <w:rPr>
          <w:b/>
          <w:bCs/>
        </w:rPr>
      </w:pPr>
      <w:r>
        <w:rPr>
          <w:b/>
          <w:bCs/>
        </w:rPr>
        <w:t>Féléves tematika:</w:t>
      </w:r>
    </w:p>
    <w:p w:rsidR="00F94CEA" w:rsidRPr="003C53D3" w:rsidRDefault="00F94CEA" w:rsidP="000953A1">
      <w:pPr>
        <w:pStyle w:val="ListParagraph"/>
        <w:ind w:left="10"/>
      </w:pPr>
      <w:r>
        <w:t xml:space="preserve">1. hét </w:t>
      </w:r>
      <w:r w:rsidRPr="003C53D3">
        <w:t>The concept of function</w:t>
      </w:r>
    </w:p>
    <w:p w:rsidR="00F94CEA" w:rsidRDefault="00F94CEA" w:rsidP="000953A1">
      <w:pPr>
        <w:pStyle w:val="ListParagraph"/>
        <w:ind w:left="10"/>
      </w:pPr>
      <w:r>
        <w:t>2. hét Elementary functions</w:t>
      </w:r>
    </w:p>
    <w:p w:rsidR="00F94CEA" w:rsidRDefault="00F94CEA" w:rsidP="000953A1">
      <w:pPr>
        <w:ind w:left="10"/>
      </w:pPr>
      <w:r>
        <w:t>3. hét Special properties of functions</w:t>
      </w:r>
    </w:p>
    <w:p w:rsidR="00F94CEA" w:rsidRDefault="00F94CEA" w:rsidP="000953A1">
      <w:pPr>
        <w:ind w:left="10"/>
      </w:pPr>
      <w:r>
        <w:t>4. hét Differential of functions</w:t>
      </w:r>
    </w:p>
    <w:p w:rsidR="00F94CEA" w:rsidRDefault="00F94CEA" w:rsidP="000953A1">
      <w:pPr>
        <w:ind w:left="10"/>
      </w:pPr>
      <w:r>
        <w:t>5. hét Integral of functions</w:t>
      </w:r>
    </w:p>
    <w:p w:rsidR="00F94CEA" w:rsidRPr="000418E5" w:rsidRDefault="00F94CEA" w:rsidP="000953A1">
      <w:pPr>
        <w:ind w:left="10"/>
      </w:pPr>
      <w:r>
        <w:t xml:space="preserve">6. hét </w:t>
      </w:r>
      <w:r w:rsidRPr="000418E5">
        <w:t>Newto</w:t>
      </w:r>
      <w:r>
        <w:t>n-Leibniz formula, applications</w:t>
      </w:r>
    </w:p>
    <w:p w:rsidR="00F94CEA" w:rsidRDefault="00F94CEA" w:rsidP="000953A1">
      <w:pPr>
        <w:ind w:left="10"/>
      </w:pPr>
      <w:r>
        <w:t>7. hét Concept of differential equation</w:t>
      </w:r>
    </w:p>
    <w:p w:rsidR="00F94CEA" w:rsidRPr="000418E5" w:rsidRDefault="00F94CEA" w:rsidP="000953A1">
      <w:pPr>
        <w:ind w:left="10"/>
      </w:pPr>
      <w:r>
        <w:t xml:space="preserve">8. hét </w:t>
      </w:r>
      <w:r w:rsidRPr="000418E5">
        <w:t>Combinatorics</w:t>
      </w:r>
    </w:p>
    <w:p w:rsidR="00F94CEA" w:rsidRPr="000418E5" w:rsidRDefault="00F94CEA" w:rsidP="000953A1">
      <w:pPr>
        <w:ind w:left="10"/>
      </w:pPr>
      <w:r>
        <w:t>9. hét E</w:t>
      </w:r>
      <w:r w:rsidRPr="000418E5">
        <w:t>lements of probability theory</w:t>
      </w:r>
    </w:p>
    <w:p w:rsidR="00F94CEA" w:rsidRPr="000418E5" w:rsidRDefault="00F94CEA" w:rsidP="000953A1">
      <w:pPr>
        <w:ind w:left="10"/>
      </w:pPr>
      <w:r>
        <w:t xml:space="preserve">10. hét </w:t>
      </w:r>
      <w:r w:rsidRPr="000418E5">
        <w:t>Introduction to statistics</w:t>
      </w:r>
    </w:p>
    <w:p w:rsidR="00F94CEA" w:rsidRPr="000418E5" w:rsidRDefault="00F94CEA" w:rsidP="000953A1">
      <w:pPr>
        <w:ind w:left="10"/>
      </w:pPr>
      <w:r>
        <w:t>11. hét H</w:t>
      </w:r>
      <w:r w:rsidRPr="000418E5">
        <w:t>ypothesis testing</w:t>
      </w:r>
    </w:p>
    <w:p w:rsidR="00F94CEA" w:rsidRPr="000418E5" w:rsidRDefault="00F94CEA" w:rsidP="000953A1">
      <w:pPr>
        <w:ind w:left="10"/>
      </w:pPr>
      <w:r>
        <w:t>12. hét C</w:t>
      </w:r>
      <w:r w:rsidRPr="000418E5">
        <w:t>onfidence intervals</w:t>
      </w:r>
    </w:p>
    <w:p w:rsidR="00F94CEA" w:rsidRPr="000418E5" w:rsidRDefault="00F94CEA" w:rsidP="000953A1">
      <w:pPr>
        <w:ind w:left="10"/>
      </w:pPr>
      <w:r>
        <w:t>13. hét L</w:t>
      </w:r>
      <w:r w:rsidRPr="000418E5">
        <w:t>inear regression</w:t>
      </w:r>
    </w:p>
    <w:p w:rsidR="00F94CEA" w:rsidRDefault="00F94CEA" w:rsidP="000953A1">
      <w:pPr>
        <w:ind w:left="10"/>
      </w:pPr>
      <w:r>
        <w:t>14. hét Test</w:t>
      </w:r>
    </w:p>
    <w:p w:rsidR="00F94CEA" w:rsidRDefault="00F94CEA" w:rsidP="00A573A6">
      <w:pPr>
        <w:ind w:left="709" w:hanging="699"/>
        <w:rPr>
          <w:b/>
          <w:bCs/>
        </w:rPr>
      </w:pPr>
    </w:p>
    <w:p w:rsidR="00F94CEA" w:rsidRPr="009A4485" w:rsidRDefault="00F94CEA" w:rsidP="00A573A6">
      <w:pPr>
        <w:ind w:left="709" w:hanging="699"/>
        <w:rPr>
          <w:b/>
          <w:bCs/>
        </w:rPr>
      </w:pPr>
      <w:r w:rsidRPr="009A4485">
        <w:rPr>
          <w:b/>
          <w:bCs/>
        </w:rPr>
        <w:t>A foglalkozásokon történő részvétel:</w:t>
      </w:r>
    </w:p>
    <w:p w:rsidR="00F94CEA" w:rsidRPr="009A4485" w:rsidRDefault="00F94CEA" w:rsidP="00A573A6">
      <w:pPr>
        <w:numPr>
          <w:ilvl w:val="0"/>
          <w:numId w:val="1"/>
        </w:numPr>
        <w:jc w:val="both"/>
      </w:pPr>
      <w:r w:rsidRPr="009A4485">
        <w:t xml:space="preserve">A gyakorlati foglalkozásokon a részvétel kötelező. A félévi hiányzás megengedhető mértéke </w:t>
      </w:r>
      <w:r>
        <w:t xml:space="preserve">teljes idejű képzésben </w:t>
      </w:r>
      <w:r w:rsidRPr="009A4485">
        <w:t>a tantárgy heti kontaktóraszámának háromszorosa. Ennek túllépése esetén a félév nem értékelhető (TVSz 8.§ 1.)</w:t>
      </w:r>
    </w:p>
    <w:p w:rsidR="00F94CEA" w:rsidRPr="009A4485" w:rsidRDefault="00F94CEA"/>
    <w:p w:rsidR="00F94CEA" w:rsidRPr="009A4485" w:rsidRDefault="00F94CEA" w:rsidP="009638AC">
      <w:pPr>
        <w:jc w:val="both"/>
        <w:rPr>
          <w:b/>
          <w:bCs/>
        </w:rPr>
      </w:pPr>
      <w:r w:rsidRPr="009A4485">
        <w:rPr>
          <w:b/>
          <w:bCs/>
        </w:rPr>
        <w:t xml:space="preserve">Félévi követelmény: </w:t>
      </w:r>
      <w:r>
        <w:rPr>
          <w:b/>
          <w:bCs/>
        </w:rPr>
        <w:t xml:space="preserve">gyakorlati jegy </w:t>
      </w:r>
    </w:p>
    <w:p w:rsidR="00F94CEA" w:rsidRPr="009A4485" w:rsidRDefault="00F94CEA" w:rsidP="009638AC">
      <w:pPr>
        <w:jc w:val="both"/>
        <w:rPr>
          <w:b/>
          <w:bCs/>
        </w:rPr>
      </w:pPr>
    </w:p>
    <w:p w:rsidR="00F94CEA" w:rsidRPr="00681129" w:rsidRDefault="00F94CEA" w:rsidP="008462E7">
      <w:pPr>
        <w:jc w:val="both"/>
        <w:rPr>
          <w:b/>
          <w:bCs/>
        </w:rPr>
      </w:pPr>
    </w:p>
    <w:p w:rsidR="00F94CEA" w:rsidRPr="00270BEC" w:rsidRDefault="00F94CEA" w:rsidP="00B56D8B">
      <w:pPr>
        <w:rPr>
          <w:b/>
          <w:bCs/>
        </w:rPr>
      </w:pPr>
      <w:r w:rsidRPr="00270BEC">
        <w:rPr>
          <w:b/>
          <w:bCs/>
        </w:rPr>
        <w:t>A</w:t>
      </w:r>
      <w:r>
        <w:rPr>
          <w:b/>
          <w:bCs/>
        </w:rPr>
        <w:t>z érdem</w:t>
      </w:r>
      <w:r w:rsidRPr="00270BEC">
        <w:rPr>
          <w:b/>
          <w:bCs/>
        </w:rPr>
        <w:t>jegy kialakításának módja:</w:t>
      </w:r>
    </w:p>
    <w:p w:rsidR="00F94CEA" w:rsidRPr="008C6D09" w:rsidRDefault="00F94CEA" w:rsidP="000418E5">
      <w:r>
        <w:t>Result of the test. Levels: 30%, 55%, 70%, 90%.</w:t>
      </w:r>
    </w:p>
    <w:p w:rsidR="00F94CEA" w:rsidRPr="008C6D09" w:rsidRDefault="00F94CEA" w:rsidP="000953A1"/>
    <w:p w:rsidR="00F94CEA" w:rsidRPr="00270BEC" w:rsidRDefault="00F94CEA" w:rsidP="009638AC">
      <w:pPr>
        <w:ind w:left="360"/>
        <w:jc w:val="both"/>
      </w:pPr>
    </w:p>
    <w:p w:rsidR="00F94CEA" w:rsidRDefault="00F94CEA" w:rsidP="009638AC">
      <w:pPr>
        <w:rPr>
          <w:sz w:val="22"/>
          <w:szCs w:val="22"/>
        </w:rPr>
      </w:pPr>
    </w:p>
    <w:p w:rsidR="00F94CEA" w:rsidRDefault="00F94CEA">
      <w:pPr>
        <w:spacing w:after="160" w:line="259" w:lineRule="auto"/>
        <w:rPr>
          <w:highlight w:val="green"/>
        </w:rPr>
      </w:pPr>
    </w:p>
    <w:sectPr w:rsidR="00F94CEA" w:rsidSect="00F0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4A4"/>
    <w:multiLevelType w:val="hybridMultilevel"/>
    <w:tmpl w:val="9DEABFB4"/>
    <w:lvl w:ilvl="0" w:tplc="68A2B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21ACA"/>
    <w:multiLevelType w:val="hybridMultilevel"/>
    <w:tmpl w:val="C6EE1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747338"/>
    <w:multiLevelType w:val="hybridMultilevel"/>
    <w:tmpl w:val="A3D81E7C"/>
    <w:lvl w:ilvl="0" w:tplc="844CCBD4">
      <w:start w:val="4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0CA249DF"/>
    <w:multiLevelType w:val="singleLevel"/>
    <w:tmpl w:val="844CCBD4"/>
    <w:lvl w:ilvl="0">
      <w:start w:val="4"/>
      <w:numFmt w:val="bullet"/>
      <w:lvlText w:val="-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4">
    <w:nsid w:val="0DBA5DAE"/>
    <w:multiLevelType w:val="hybridMultilevel"/>
    <w:tmpl w:val="6D586620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302D89"/>
    <w:multiLevelType w:val="hybridMultilevel"/>
    <w:tmpl w:val="50A082C6"/>
    <w:lvl w:ilvl="0" w:tplc="B43030E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541E4"/>
    <w:multiLevelType w:val="hybridMultilevel"/>
    <w:tmpl w:val="1AB63592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18B87BEF"/>
    <w:multiLevelType w:val="hybridMultilevel"/>
    <w:tmpl w:val="B0B4765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25AD7"/>
    <w:multiLevelType w:val="hybridMultilevel"/>
    <w:tmpl w:val="865612E4"/>
    <w:lvl w:ilvl="0" w:tplc="FCD2B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53E92"/>
    <w:multiLevelType w:val="hybridMultilevel"/>
    <w:tmpl w:val="4A9CAB3C"/>
    <w:lvl w:ilvl="0" w:tplc="2B141EA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E739A"/>
    <w:multiLevelType w:val="hybridMultilevel"/>
    <w:tmpl w:val="CB68E4AE"/>
    <w:lvl w:ilvl="0" w:tplc="7A36DACE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99D1744"/>
    <w:multiLevelType w:val="hybridMultilevel"/>
    <w:tmpl w:val="A9F25DDC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606E8"/>
    <w:multiLevelType w:val="hybridMultilevel"/>
    <w:tmpl w:val="59A6C2E2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6B503CA"/>
    <w:multiLevelType w:val="hybridMultilevel"/>
    <w:tmpl w:val="525622C8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3735308B"/>
    <w:multiLevelType w:val="hybridMultilevel"/>
    <w:tmpl w:val="16204868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B4D74"/>
    <w:multiLevelType w:val="hybridMultilevel"/>
    <w:tmpl w:val="3120F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BCA02EC"/>
    <w:multiLevelType w:val="hybridMultilevel"/>
    <w:tmpl w:val="6D749822"/>
    <w:lvl w:ilvl="0" w:tplc="E7B6B81C">
      <w:start w:val="2001"/>
      <w:numFmt w:val="bullet"/>
      <w:lvlText w:val="-"/>
      <w:lvlJc w:val="left"/>
      <w:pPr>
        <w:ind w:left="37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1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3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7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69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30" w:hanging="360"/>
      </w:pPr>
      <w:rPr>
        <w:rFonts w:ascii="Wingdings" w:hAnsi="Wingdings" w:cs="Wingdings" w:hint="default"/>
      </w:rPr>
    </w:lvl>
  </w:abstractNum>
  <w:abstractNum w:abstractNumId="17">
    <w:nsid w:val="46834E02"/>
    <w:multiLevelType w:val="hybridMultilevel"/>
    <w:tmpl w:val="40882A2A"/>
    <w:lvl w:ilvl="0" w:tplc="5EEC0F1E">
      <w:start w:val="2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8">
    <w:nsid w:val="4CB75BA6"/>
    <w:multiLevelType w:val="hybridMultilevel"/>
    <w:tmpl w:val="BDC2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242F57"/>
    <w:multiLevelType w:val="hybridMultilevel"/>
    <w:tmpl w:val="954865F8"/>
    <w:lvl w:ilvl="0" w:tplc="1C02CC32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1C02CC32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D8B111C"/>
    <w:multiLevelType w:val="hybridMultilevel"/>
    <w:tmpl w:val="BF826216"/>
    <w:lvl w:ilvl="0" w:tplc="70249BD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90" w:hanging="360"/>
      </w:pPr>
    </w:lvl>
    <w:lvl w:ilvl="2" w:tplc="040E001B">
      <w:start w:val="1"/>
      <w:numFmt w:val="lowerRoman"/>
      <w:lvlText w:val="%3."/>
      <w:lvlJc w:val="right"/>
      <w:pPr>
        <w:ind w:left="1810" w:hanging="180"/>
      </w:pPr>
    </w:lvl>
    <w:lvl w:ilvl="3" w:tplc="040E000F">
      <w:start w:val="1"/>
      <w:numFmt w:val="decimal"/>
      <w:lvlText w:val="%4."/>
      <w:lvlJc w:val="left"/>
      <w:pPr>
        <w:ind w:left="2530" w:hanging="360"/>
      </w:pPr>
    </w:lvl>
    <w:lvl w:ilvl="4" w:tplc="040E0019">
      <w:start w:val="1"/>
      <w:numFmt w:val="lowerLetter"/>
      <w:lvlText w:val="%5."/>
      <w:lvlJc w:val="left"/>
      <w:pPr>
        <w:ind w:left="3250" w:hanging="360"/>
      </w:pPr>
    </w:lvl>
    <w:lvl w:ilvl="5" w:tplc="040E001B">
      <w:start w:val="1"/>
      <w:numFmt w:val="lowerRoman"/>
      <w:lvlText w:val="%6."/>
      <w:lvlJc w:val="right"/>
      <w:pPr>
        <w:ind w:left="3970" w:hanging="180"/>
      </w:pPr>
    </w:lvl>
    <w:lvl w:ilvl="6" w:tplc="040E000F">
      <w:start w:val="1"/>
      <w:numFmt w:val="decimal"/>
      <w:lvlText w:val="%7."/>
      <w:lvlJc w:val="left"/>
      <w:pPr>
        <w:ind w:left="4690" w:hanging="360"/>
      </w:pPr>
    </w:lvl>
    <w:lvl w:ilvl="7" w:tplc="040E0019">
      <w:start w:val="1"/>
      <w:numFmt w:val="lowerLetter"/>
      <w:lvlText w:val="%8."/>
      <w:lvlJc w:val="left"/>
      <w:pPr>
        <w:ind w:left="5410" w:hanging="360"/>
      </w:pPr>
    </w:lvl>
    <w:lvl w:ilvl="8" w:tplc="040E001B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569C7289"/>
    <w:multiLevelType w:val="hybridMultilevel"/>
    <w:tmpl w:val="F01277EA"/>
    <w:lvl w:ilvl="0" w:tplc="667632AE">
      <w:numFmt w:val="bullet"/>
      <w:lvlText w:val="-"/>
      <w:lvlJc w:val="left"/>
      <w:pPr>
        <w:tabs>
          <w:tab w:val="num" w:pos="3714"/>
        </w:tabs>
        <w:ind w:left="3714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24"/>
        </w:tabs>
        <w:ind w:left="7824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44"/>
        </w:tabs>
        <w:ind w:left="85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64"/>
        </w:tabs>
        <w:ind w:left="9264" w:hanging="360"/>
      </w:pPr>
      <w:rPr>
        <w:rFonts w:ascii="Wingdings" w:hAnsi="Wingdings" w:cs="Wingdings" w:hint="default"/>
      </w:rPr>
    </w:lvl>
  </w:abstractNum>
  <w:abstractNum w:abstractNumId="22">
    <w:nsid w:val="5758056B"/>
    <w:multiLevelType w:val="hybridMultilevel"/>
    <w:tmpl w:val="0E3800C6"/>
    <w:lvl w:ilvl="0" w:tplc="E7B6B81C">
      <w:start w:val="200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7B46CD0"/>
    <w:multiLevelType w:val="hybridMultilevel"/>
    <w:tmpl w:val="719CF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99A238B"/>
    <w:multiLevelType w:val="hybridMultilevel"/>
    <w:tmpl w:val="0BFC4178"/>
    <w:lvl w:ilvl="0" w:tplc="BC14FE5E">
      <w:start w:val="2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8A307E3"/>
    <w:multiLevelType w:val="hybridMultilevel"/>
    <w:tmpl w:val="3646A924"/>
    <w:lvl w:ilvl="0" w:tplc="493874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>
    <w:nsid w:val="6EDE0DCD"/>
    <w:multiLevelType w:val="hybridMultilevel"/>
    <w:tmpl w:val="46C8C766"/>
    <w:lvl w:ilvl="0" w:tplc="844CCBD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cs="Wingdings" w:hint="default"/>
      </w:rPr>
    </w:lvl>
  </w:abstractNum>
  <w:abstractNum w:abstractNumId="28">
    <w:nsid w:val="752E25BB"/>
    <w:multiLevelType w:val="hybridMultilevel"/>
    <w:tmpl w:val="460A4876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CD16D8"/>
    <w:multiLevelType w:val="hybridMultilevel"/>
    <w:tmpl w:val="6BD07086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3"/>
  </w:num>
  <w:num w:numId="3">
    <w:abstractNumId w:val="17"/>
  </w:num>
  <w:num w:numId="4">
    <w:abstractNumId w:val="19"/>
  </w:num>
  <w:num w:numId="5">
    <w:abstractNumId w:val="0"/>
  </w:num>
  <w:num w:numId="6">
    <w:abstractNumId w:val="13"/>
  </w:num>
  <w:num w:numId="7">
    <w:abstractNumId w:val="6"/>
  </w:num>
  <w:num w:numId="8">
    <w:abstractNumId w:val="21"/>
  </w:num>
  <w:num w:numId="9">
    <w:abstractNumId w:val="7"/>
  </w:num>
  <w:num w:numId="10">
    <w:abstractNumId w:val="18"/>
  </w:num>
  <w:num w:numId="11">
    <w:abstractNumId w:val="22"/>
  </w:num>
  <w:num w:numId="12">
    <w:abstractNumId w:val="25"/>
  </w:num>
  <w:num w:numId="13">
    <w:abstractNumId w:val="29"/>
  </w:num>
  <w:num w:numId="14">
    <w:abstractNumId w:val="10"/>
  </w:num>
  <w:num w:numId="15">
    <w:abstractNumId w:val="12"/>
  </w:num>
  <w:num w:numId="16">
    <w:abstractNumId w:val="4"/>
  </w:num>
  <w:num w:numId="17">
    <w:abstractNumId w:val="1"/>
  </w:num>
  <w:num w:numId="18">
    <w:abstractNumId w:val="23"/>
  </w:num>
  <w:num w:numId="19">
    <w:abstractNumId w:val="24"/>
  </w:num>
  <w:num w:numId="20">
    <w:abstractNumId w:val="8"/>
  </w:num>
  <w:num w:numId="21">
    <w:abstractNumId w:val="2"/>
  </w:num>
  <w:num w:numId="22">
    <w:abstractNumId w:val="26"/>
  </w:num>
  <w:num w:numId="23">
    <w:abstractNumId w:val="15"/>
  </w:num>
  <w:num w:numId="24">
    <w:abstractNumId w:val="16"/>
  </w:num>
  <w:num w:numId="25">
    <w:abstractNumId w:val="20"/>
  </w:num>
  <w:num w:numId="26">
    <w:abstractNumId w:val="14"/>
  </w:num>
  <w:num w:numId="27">
    <w:abstractNumId w:val="9"/>
  </w:num>
  <w:num w:numId="28">
    <w:abstractNumId w:val="5"/>
  </w:num>
  <w:num w:numId="29">
    <w:abstractNumId w:val="28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2DA"/>
    <w:rsid w:val="000105F2"/>
    <w:rsid w:val="000149B2"/>
    <w:rsid w:val="000418E5"/>
    <w:rsid w:val="00042EE9"/>
    <w:rsid w:val="00044533"/>
    <w:rsid w:val="0008130D"/>
    <w:rsid w:val="00084869"/>
    <w:rsid w:val="00090EDD"/>
    <w:rsid w:val="000953A1"/>
    <w:rsid w:val="000B2786"/>
    <w:rsid w:val="000C12F3"/>
    <w:rsid w:val="000C383D"/>
    <w:rsid w:val="000F1C60"/>
    <w:rsid w:val="00142AC0"/>
    <w:rsid w:val="00162D62"/>
    <w:rsid w:val="00171ECD"/>
    <w:rsid w:val="00195A56"/>
    <w:rsid w:val="0019650F"/>
    <w:rsid w:val="001C1527"/>
    <w:rsid w:val="001D1A07"/>
    <w:rsid w:val="001D1BDA"/>
    <w:rsid w:val="001E14F0"/>
    <w:rsid w:val="002004A2"/>
    <w:rsid w:val="002055BB"/>
    <w:rsid w:val="00215497"/>
    <w:rsid w:val="00233984"/>
    <w:rsid w:val="00247D90"/>
    <w:rsid w:val="00257502"/>
    <w:rsid w:val="00270BEC"/>
    <w:rsid w:val="00294D32"/>
    <w:rsid w:val="002B579A"/>
    <w:rsid w:val="002B7295"/>
    <w:rsid w:val="002C2F97"/>
    <w:rsid w:val="002C3F38"/>
    <w:rsid w:val="002C5D8C"/>
    <w:rsid w:val="002F4EA6"/>
    <w:rsid w:val="003176A9"/>
    <w:rsid w:val="00326318"/>
    <w:rsid w:val="00326582"/>
    <w:rsid w:val="00332C87"/>
    <w:rsid w:val="003518F8"/>
    <w:rsid w:val="0035351B"/>
    <w:rsid w:val="003540CE"/>
    <w:rsid w:val="003762E5"/>
    <w:rsid w:val="003B1770"/>
    <w:rsid w:val="003C53D3"/>
    <w:rsid w:val="003D2E44"/>
    <w:rsid w:val="0040160E"/>
    <w:rsid w:val="0040546B"/>
    <w:rsid w:val="004457BD"/>
    <w:rsid w:val="00467D18"/>
    <w:rsid w:val="00475720"/>
    <w:rsid w:val="0048707C"/>
    <w:rsid w:val="00487802"/>
    <w:rsid w:val="004A2050"/>
    <w:rsid w:val="004B1AC8"/>
    <w:rsid w:val="004E5D78"/>
    <w:rsid w:val="004F76B1"/>
    <w:rsid w:val="005067D6"/>
    <w:rsid w:val="00540E2B"/>
    <w:rsid w:val="005502A0"/>
    <w:rsid w:val="00582941"/>
    <w:rsid w:val="0059491C"/>
    <w:rsid w:val="005A69F6"/>
    <w:rsid w:val="005D1418"/>
    <w:rsid w:val="00600FE4"/>
    <w:rsid w:val="00615DFA"/>
    <w:rsid w:val="00620949"/>
    <w:rsid w:val="00670416"/>
    <w:rsid w:val="00675077"/>
    <w:rsid w:val="00676347"/>
    <w:rsid w:val="00681129"/>
    <w:rsid w:val="00681210"/>
    <w:rsid w:val="006A6328"/>
    <w:rsid w:val="006A7E72"/>
    <w:rsid w:val="006E2349"/>
    <w:rsid w:val="006F3F04"/>
    <w:rsid w:val="006F4924"/>
    <w:rsid w:val="007203D7"/>
    <w:rsid w:val="00724F56"/>
    <w:rsid w:val="0076368B"/>
    <w:rsid w:val="0076379B"/>
    <w:rsid w:val="00763BAC"/>
    <w:rsid w:val="007701DC"/>
    <w:rsid w:val="0077179F"/>
    <w:rsid w:val="007743DD"/>
    <w:rsid w:val="007755F2"/>
    <w:rsid w:val="00777B96"/>
    <w:rsid w:val="00793543"/>
    <w:rsid w:val="00793A0A"/>
    <w:rsid w:val="00795C92"/>
    <w:rsid w:val="007B260A"/>
    <w:rsid w:val="007C23AD"/>
    <w:rsid w:val="00801667"/>
    <w:rsid w:val="008462E7"/>
    <w:rsid w:val="00847EF8"/>
    <w:rsid w:val="0087478E"/>
    <w:rsid w:val="008A17F6"/>
    <w:rsid w:val="008A696F"/>
    <w:rsid w:val="008B1DC2"/>
    <w:rsid w:val="008B2AD4"/>
    <w:rsid w:val="008C03FA"/>
    <w:rsid w:val="008C54C4"/>
    <w:rsid w:val="008C6D09"/>
    <w:rsid w:val="008C74EF"/>
    <w:rsid w:val="008D4525"/>
    <w:rsid w:val="008F6213"/>
    <w:rsid w:val="009124F0"/>
    <w:rsid w:val="009638AC"/>
    <w:rsid w:val="009729E7"/>
    <w:rsid w:val="00981D14"/>
    <w:rsid w:val="009A4485"/>
    <w:rsid w:val="009A65D0"/>
    <w:rsid w:val="009B0E33"/>
    <w:rsid w:val="009D3ED9"/>
    <w:rsid w:val="009E6CFD"/>
    <w:rsid w:val="009F09DC"/>
    <w:rsid w:val="009F1124"/>
    <w:rsid w:val="00A015F6"/>
    <w:rsid w:val="00A03E9A"/>
    <w:rsid w:val="00A05B7A"/>
    <w:rsid w:val="00A15263"/>
    <w:rsid w:val="00A507DC"/>
    <w:rsid w:val="00A573A6"/>
    <w:rsid w:val="00A72CBA"/>
    <w:rsid w:val="00A73C97"/>
    <w:rsid w:val="00A81416"/>
    <w:rsid w:val="00A83407"/>
    <w:rsid w:val="00A87547"/>
    <w:rsid w:val="00AA168C"/>
    <w:rsid w:val="00AA5F91"/>
    <w:rsid w:val="00AB678A"/>
    <w:rsid w:val="00AD2140"/>
    <w:rsid w:val="00AD2C10"/>
    <w:rsid w:val="00AD48D5"/>
    <w:rsid w:val="00AE0209"/>
    <w:rsid w:val="00AE50B6"/>
    <w:rsid w:val="00AE69E1"/>
    <w:rsid w:val="00AF020B"/>
    <w:rsid w:val="00AF0F72"/>
    <w:rsid w:val="00B1365A"/>
    <w:rsid w:val="00B3063D"/>
    <w:rsid w:val="00B47D25"/>
    <w:rsid w:val="00B54EA7"/>
    <w:rsid w:val="00B56D8B"/>
    <w:rsid w:val="00B57588"/>
    <w:rsid w:val="00B871BE"/>
    <w:rsid w:val="00B962BC"/>
    <w:rsid w:val="00B96C67"/>
    <w:rsid w:val="00BA3F43"/>
    <w:rsid w:val="00BC12DA"/>
    <w:rsid w:val="00BE2BF9"/>
    <w:rsid w:val="00BF5FC2"/>
    <w:rsid w:val="00C138C3"/>
    <w:rsid w:val="00C14516"/>
    <w:rsid w:val="00C16A92"/>
    <w:rsid w:val="00C2361F"/>
    <w:rsid w:val="00C61BBD"/>
    <w:rsid w:val="00C82300"/>
    <w:rsid w:val="00C84168"/>
    <w:rsid w:val="00CC543F"/>
    <w:rsid w:val="00CE0EF9"/>
    <w:rsid w:val="00CE3990"/>
    <w:rsid w:val="00CF3499"/>
    <w:rsid w:val="00D007A3"/>
    <w:rsid w:val="00D06A51"/>
    <w:rsid w:val="00D11C93"/>
    <w:rsid w:val="00D31F61"/>
    <w:rsid w:val="00D46F84"/>
    <w:rsid w:val="00D47C44"/>
    <w:rsid w:val="00D53274"/>
    <w:rsid w:val="00D552CE"/>
    <w:rsid w:val="00D568FE"/>
    <w:rsid w:val="00D635C7"/>
    <w:rsid w:val="00D718A1"/>
    <w:rsid w:val="00D84144"/>
    <w:rsid w:val="00D915BA"/>
    <w:rsid w:val="00DA4915"/>
    <w:rsid w:val="00DB5731"/>
    <w:rsid w:val="00DB5AB6"/>
    <w:rsid w:val="00DB5BC6"/>
    <w:rsid w:val="00DC12E9"/>
    <w:rsid w:val="00DC3CBD"/>
    <w:rsid w:val="00DE7018"/>
    <w:rsid w:val="00DF37B0"/>
    <w:rsid w:val="00E234E7"/>
    <w:rsid w:val="00E24D93"/>
    <w:rsid w:val="00E26486"/>
    <w:rsid w:val="00E30581"/>
    <w:rsid w:val="00E34AE3"/>
    <w:rsid w:val="00E57958"/>
    <w:rsid w:val="00E65362"/>
    <w:rsid w:val="00E65555"/>
    <w:rsid w:val="00E75F2D"/>
    <w:rsid w:val="00E848CD"/>
    <w:rsid w:val="00E9248B"/>
    <w:rsid w:val="00E97419"/>
    <w:rsid w:val="00EA6159"/>
    <w:rsid w:val="00EB204B"/>
    <w:rsid w:val="00EC0697"/>
    <w:rsid w:val="00ED5D72"/>
    <w:rsid w:val="00EE532E"/>
    <w:rsid w:val="00F00739"/>
    <w:rsid w:val="00F0169A"/>
    <w:rsid w:val="00F01A51"/>
    <w:rsid w:val="00F0523A"/>
    <w:rsid w:val="00F22FF0"/>
    <w:rsid w:val="00F42BDA"/>
    <w:rsid w:val="00F53842"/>
    <w:rsid w:val="00F70EC3"/>
    <w:rsid w:val="00F850B2"/>
    <w:rsid w:val="00F94CEA"/>
    <w:rsid w:val="00FA1DE4"/>
    <w:rsid w:val="00FA4420"/>
    <w:rsid w:val="00FA6878"/>
    <w:rsid w:val="00FC0C66"/>
    <w:rsid w:val="00FD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97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2F97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9F1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F11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F1124"/>
    <w:rPr>
      <w:rFonts w:eastAsia="Times New Roman"/>
      <w:sz w:val="20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F1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F11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F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124"/>
    <w:rPr>
      <w:rFonts w:ascii="Segoe UI" w:hAnsi="Segoe UI" w:cs="Segoe UI"/>
      <w:sz w:val="18"/>
      <w:szCs w:val="18"/>
      <w:lang w:eastAsia="hu-HU"/>
    </w:rPr>
  </w:style>
  <w:style w:type="character" w:styleId="Hyperlink">
    <w:name w:val="Hyperlink"/>
    <w:basedOn w:val="DefaultParagraphFont"/>
    <w:uiPriority w:val="99"/>
    <w:rsid w:val="00BA3F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72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116</Words>
  <Characters>807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NAPPALI TAGOZAT – gyakorlati jegy</dc:title>
  <dc:subject/>
  <dc:creator>acsi</dc:creator>
  <cp:keywords/>
  <dc:description/>
  <cp:lastModifiedBy>User</cp:lastModifiedBy>
  <cp:revision>2</cp:revision>
  <dcterms:created xsi:type="dcterms:W3CDTF">2021-09-30T11:41:00Z</dcterms:created>
  <dcterms:modified xsi:type="dcterms:W3CDTF">2021-09-30T11:41:00Z</dcterms:modified>
</cp:coreProperties>
</file>