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324" w:rsidRPr="009A4485" w:rsidRDefault="00DC7324" w:rsidP="00A573A6">
      <w:bookmarkStart w:id="0" w:name="_GoBack"/>
      <w:bookmarkEnd w:id="0"/>
      <w:r w:rsidRPr="00AE0209">
        <w:rPr>
          <w:highlight w:val="green"/>
        </w:rPr>
        <w:t>LEVELEZŐ TAGOZAT</w:t>
      </w:r>
      <w:r>
        <w:t xml:space="preserve"> –</w:t>
      </w:r>
      <w:r w:rsidRPr="00AE0209">
        <w:rPr>
          <w:b/>
          <w:bCs/>
          <w:color w:val="FF0000"/>
        </w:rPr>
        <w:t xml:space="preserve"> gyakorlati jegy</w:t>
      </w:r>
    </w:p>
    <w:p w:rsidR="00DC7324" w:rsidRPr="002C5D8C" w:rsidRDefault="00DC7324" w:rsidP="00042EE9">
      <w:pPr>
        <w:rPr>
          <w:b/>
          <w:bCs/>
          <w:sz w:val="28"/>
          <w:szCs w:val="28"/>
        </w:rPr>
      </w:pPr>
      <w:r w:rsidRPr="002C5D8C">
        <w:rPr>
          <w:b/>
          <w:bCs/>
          <w:sz w:val="28"/>
          <w:szCs w:val="28"/>
        </w:rPr>
        <w:t xml:space="preserve">Tantárgyi tematika és </w:t>
      </w:r>
      <w:r>
        <w:rPr>
          <w:b/>
          <w:bCs/>
          <w:sz w:val="28"/>
          <w:szCs w:val="28"/>
        </w:rPr>
        <w:t xml:space="preserve">félévi </w:t>
      </w:r>
      <w:r w:rsidRPr="002C5D8C">
        <w:rPr>
          <w:b/>
          <w:bCs/>
          <w:sz w:val="28"/>
          <w:szCs w:val="28"/>
        </w:rPr>
        <w:t>követelmény</w:t>
      </w:r>
      <w:r>
        <w:rPr>
          <w:b/>
          <w:bCs/>
          <w:sz w:val="28"/>
          <w:szCs w:val="28"/>
        </w:rPr>
        <w:t>rendszer</w:t>
      </w:r>
    </w:p>
    <w:p w:rsidR="00DC7324" w:rsidRPr="009A4485" w:rsidRDefault="00DC7324" w:rsidP="00A573A6"/>
    <w:p w:rsidR="00DC7324" w:rsidRDefault="00DC7324" w:rsidP="001C1527">
      <w:pPr>
        <w:ind w:left="709" w:hanging="699"/>
        <w:rPr>
          <w:b/>
          <w:bCs/>
        </w:rPr>
      </w:pPr>
      <w:r>
        <w:rPr>
          <w:b/>
          <w:bCs/>
        </w:rPr>
        <w:t>Féléves tematika:</w:t>
      </w:r>
    </w:p>
    <w:p w:rsidR="00DC7324" w:rsidRDefault="00DC7324" w:rsidP="005F0736">
      <w:pPr>
        <w:pStyle w:val="ListParagraph"/>
        <w:ind w:left="10"/>
      </w:pPr>
      <w:r>
        <w:t xml:space="preserve">1. konzultáció </w:t>
      </w:r>
      <w:r w:rsidRPr="00BA3F43">
        <w:t xml:space="preserve">A lineáris </w:t>
      </w:r>
      <w:r>
        <w:t xml:space="preserve">programozási feladat geometriája, </w:t>
      </w:r>
      <w:r w:rsidRPr="00BA3F43">
        <w:t>Szimplex módszer</w:t>
      </w:r>
      <w:r>
        <w:t xml:space="preserve">, </w:t>
      </w:r>
      <w:r w:rsidRPr="00BA3F43">
        <w:t>Induló lehetséges bázismegoldás előállítása</w:t>
      </w:r>
      <w:r>
        <w:t xml:space="preserve">, </w:t>
      </w:r>
      <w:r w:rsidRPr="00BA3F43">
        <w:t>Általános séma</w:t>
      </w:r>
    </w:p>
    <w:p w:rsidR="00DC7324" w:rsidRDefault="00DC7324" w:rsidP="005F0736">
      <w:pPr>
        <w:ind w:left="10"/>
      </w:pPr>
      <w:r w:rsidRPr="005F0736">
        <w:t>2.</w:t>
      </w:r>
      <w:r>
        <w:t xml:space="preserve"> konzultáció </w:t>
      </w:r>
      <w:r w:rsidRPr="00BA3F43">
        <w:t>Kiválasztó szabályok</w:t>
      </w:r>
      <w:r>
        <w:t xml:space="preserve">, </w:t>
      </w:r>
      <w:r w:rsidRPr="00BA3F43">
        <w:t>A duális feladat fogalma</w:t>
      </w:r>
      <w:r>
        <w:t xml:space="preserve">, </w:t>
      </w:r>
      <w:r w:rsidRPr="00D915BA">
        <w:t>Érzékenységi analízis</w:t>
      </w:r>
      <w:r>
        <w:t xml:space="preserve">, </w:t>
      </w:r>
      <w:r w:rsidRPr="00D915BA">
        <w:t>Szállítási feladat</w:t>
      </w:r>
    </w:p>
    <w:p w:rsidR="00DC7324" w:rsidRDefault="00DC7324" w:rsidP="005F0736">
      <w:pPr>
        <w:ind w:left="10"/>
      </w:pPr>
      <w:r>
        <w:t xml:space="preserve">3. konzultáció </w:t>
      </w:r>
      <w:r w:rsidRPr="00D915BA">
        <w:t>Egészértékű programozás</w:t>
      </w:r>
      <w:r>
        <w:t>, B</w:t>
      </w:r>
      <w:r w:rsidRPr="00D915BA">
        <w:t>evezetés a hiperbolikus programozásba</w:t>
      </w:r>
      <w:r>
        <w:t xml:space="preserve">, </w:t>
      </w:r>
      <w:r w:rsidRPr="00D915BA">
        <w:t>Szimplex módszer a hiperbolikus programozásban</w:t>
      </w:r>
    </w:p>
    <w:p w:rsidR="00DC7324" w:rsidRDefault="00DC7324" w:rsidP="005F0736">
      <w:pPr>
        <w:ind w:left="10"/>
      </w:pPr>
    </w:p>
    <w:p w:rsidR="00DC7324" w:rsidRDefault="00DC7324" w:rsidP="0040546B">
      <w:pPr>
        <w:ind w:left="709" w:hanging="699"/>
      </w:pPr>
    </w:p>
    <w:p w:rsidR="00DC7324" w:rsidRDefault="00DC7324" w:rsidP="0040546B">
      <w:pPr>
        <w:ind w:left="709" w:hanging="699"/>
      </w:pPr>
    </w:p>
    <w:p w:rsidR="00DC7324" w:rsidRDefault="00DC7324" w:rsidP="0040546B">
      <w:pPr>
        <w:ind w:left="709" w:hanging="699"/>
      </w:pPr>
    </w:p>
    <w:p w:rsidR="00DC7324" w:rsidRPr="005F0736" w:rsidRDefault="00DC7324" w:rsidP="0040546B">
      <w:pPr>
        <w:ind w:left="709" w:hanging="699"/>
      </w:pPr>
    </w:p>
    <w:p w:rsidR="00DC7324" w:rsidRPr="009A4485" w:rsidRDefault="00DC7324" w:rsidP="0040546B">
      <w:pPr>
        <w:ind w:left="709" w:hanging="699"/>
        <w:rPr>
          <w:b/>
          <w:bCs/>
        </w:rPr>
      </w:pPr>
      <w:r w:rsidRPr="009A4485">
        <w:rPr>
          <w:b/>
          <w:bCs/>
        </w:rPr>
        <w:t>A foglalkozásokon történő részvétel:</w:t>
      </w:r>
    </w:p>
    <w:p w:rsidR="00DC7324" w:rsidRPr="009A4485" w:rsidRDefault="00DC7324" w:rsidP="0040546B">
      <w:pPr>
        <w:numPr>
          <w:ilvl w:val="0"/>
          <w:numId w:val="1"/>
        </w:numPr>
        <w:jc w:val="both"/>
      </w:pPr>
      <w:r w:rsidRPr="009A4485">
        <w:t xml:space="preserve">A gyakorlati foglalkozásokon a részvétel kötelező. A félévi hiányzás megengedhető mértéke </w:t>
      </w:r>
      <w:r w:rsidRPr="000C383D">
        <w:rPr>
          <w:highlight w:val="green"/>
        </w:rPr>
        <w:t>részidős képzésben a tantárgy konzultációs óraszámának egyharmada</w:t>
      </w:r>
      <w:r w:rsidRPr="009A4485">
        <w:t>. Ennek túllépése esetén a félév nem értékelhető (TVSz 8.§ 1.).</w:t>
      </w:r>
    </w:p>
    <w:p w:rsidR="00DC7324" w:rsidRDefault="00DC7324"/>
    <w:p w:rsidR="00DC7324" w:rsidRPr="009A4485" w:rsidRDefault="00DC7324" w:rsidP="008C03FA">
      <w:pPr>
        <w:jc w:val="both"/>
        <w:rPr>
          <w:b/>
          <w:bCs/>
        </w:rPr>
      </w:pPr>
      <w:r w:rsidRPr="009A4485">
        <w:rPr>
          <w:b/>
          <w:bCs/>
        </w:rPr>
        <w:t xml:space="preserve">Félévi követelmény: </w:t>
      </w:r>
      <w:r>
        <w:rPr>
          <w:b/>
          <w:bCs/>
        </w:rPr>
        <w:t>gyakorlati jegy</w:t>
      </w:r>
    </w:p>
    <w:p w:rsidR="00DC7324" w:rsidRPr="009A4485" w:rsidRDefault="00DC7324" w:rsidP="008C03FA">
      <w:pPr>
        <w:jc w:val="both"/>
        <w:rPr>
          <w:b/>
          <w:bCs/>
        </w:rPr>
      </w:pPr>
    </w:p>
    <w:p w:rsidR="00DC7324" w:rsidRPr="004413F6" w:rsidRDefault="00DC7324" w:rsidP="004413F6">
      <w:pPr>
        <w:pStyle w:val="ListParagraph"/>
        <w:numPr>
          <w:ilvl w:val="0"/>
          <w:numId w:val="11"/>
        </w:numPr>
        <w:ind w:left="426"/>
        <w:rPr>
          <w:i/>
          <w:iCs/>
          <w:color w:val="0070C0"/>
        </w:rPr>
      </w:pPr>
      <w:r w:rsidRPr="00847EF8">
        <w:rPr>
          <w:b/>
          <w:bCs/>
        </w:rPr>
        <w:t>Az értékelés módja, ütemezése</w:t>
      </w:r>
      <w:r>
        <w:rPr>
          <w:b/>
          <w:bCs/>
        </w:rPr>
        <w:t>: dolgozat a félév végén</w:t>
      </w:r>
      <w:r w:rsidRPr="0059491C">
        <w:rPr>
          <w:i/>
          <w:iCs/>
          <w:color w:val="0070C0"/>
          <w:sz w:val="22"/>
          <w:szCs w:val="22"/>
        </w:rPr>
        <w:t xml:space="preserve"> </w:t>
      </w:r>
    </w:p>
    <w:p w:rsidR="00DC7324" w:rsidRPr="004413F6" w:rsidRDefault="00DC7324" w:rsidP="004413F6">
      <w:pPr>
        <w:pStyle w:val="ListParagraph"/>
        <w:ind w:left="426"/>
        <w:rPr>
          <w:i/>
          <w:iCs/>
          <w:color w:val="0070C0"/>
        </w:rPr>
      </w:pPr>
    </w:p>
    <w:p w:rsidR="00DC7324" w:rsidRDefault="00DC7324" w:rsidP="008C03FA">
      <w:pPr>
        <w:rPr>
          <w:b/>
          <w:bCs/>
        </w:rPr>
      </w:pPr>
    </w:p>
    <w:p w:rsidR="00DC7324" w:rsidRPr="008C6D09" w:rsidRDefault="00DC7324" w:rsidP="005F0736">
      <w:r w:rsidRPr="00270BEC">
        <w:rPr>
          <w:b/>
          <w:bCs/>
        </w:rPr>
        <w:t>A</w:t>
      </w:r>
      <w:r>
        <w:rPr>
          <w:b/>
          <w:bCs/>
        </w:rPr>
        <w:t>z érdem</w:t>
      </w:r>
      <w:r w:rsidRPr="00270BEC">
        <w:rPr>
          <w:b/>
          <w:bCs/>
        </w:rPr>
        <w:t>jegy kialakításának módja:</w:t>
      </w:r>
      <w:r>
        <w:rPr>
          <w:b/>
          <w:bCs/>
        </w:rPr>
        <w:t xml:space="preserve"> </w:t>
      </w:r>
      <w:r>
        <w:t>a gyakorlati jegy a dolgozat alapján születik. Ponthatárok: 50%, 60%, 70%, 80%.</w:t>
      </w:r>
    </w:p>
    <w:p w:rsidR="00DC7324" w:rsidRPr="005F0736" w:rsidRDefault="00DC7324" w:rsidP="005F0736">
      <w:pPr>
        <w:pStyle w:val="ListParagraph"/>
        <w:ind w:left="10"/>
      </w:pPr>
    </w:p>
    <w:p w:rsidR="00DC7324" w:rsidRPr="009A4485" w:rsidRDefault="00DC7324" w:rsidP="008C03FA">
      <w:pPr>
        <w:jc w:val="both"/>
      </w:pPr>
    </w:p>
    <w:sectPr w:rsidR="00DC7324" w:rsidRPr="009A4485" w:rsidSect="00A50F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114A4"/>
    <w:multiLevelType w:val="hybridMultilevel"/>
    <w:tmpl w:val="9DEABFB4"/>
    <w:lvl w:ilvl="0" w:tplc="68A2B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21ACA"/>
    <w:multiLevelType w:val="hybridMultilevel"/>
    <w:tmpl w:val="C6EE14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8747338"/>
    <w:multiLevelType w:val="hybridMultilevel"/>
    <w:tmpl w:val="A3D81E7C"/>
    <w:lvl w:ilvl="0" w:tplc="844CCBD4">
      <w:start w:val="4"/>
      <w:numFmt w:val="bullet"/>
      <w:lvlText w:val="-"/>
      <w:lvlJc w:val="left"/>
      <w:pPr>
        <w:ind w:left="786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3">
    <w:nsid w:val="0CA249DF"/>
    <w:multiLevelType w:val="singleLevel"/>
    <w:tmpl w:val="844CCBD4"/>
    <w:lvl w:ilvl="0">
      <w:start w:val="4"/>
      <w:numFmt w:val="bullet"/>
      <w:lvlText w:val="-"/>
      <w:lvlJc w:val="left"/>
      <w:pPr>
        <w:tabs>
          <w:tab w:val="num" w:pos="1058"/>
        </w:tabs>
        <w:ind w:left="1058" w:hanging="360"/>
      </w:pPr>
      <w:rPr>
        <w:rFonts w:hint="default"/>
      </w:rPr>
    </w:lvl>
  </w:abstractNum>
  <w:abstractNum w:abstractNumId="4">
    <w:nsid w:val="0DBA5DAE"/>
    <w:multiLevelType w:val="hybridMultilevel"/>
    <w:tmpl w:val="6D586620"/>
    <w:lvl w:ilvl="0" w:tplc="4E86CE7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0302D89"/>
    <w:multiLevelType w:val="hybridMultilevel"/>
    <w:tmpl w:val="50A082C6"/>
    <w:lvl w:ilvl="0" w:tplc="B43030EC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7541E4"/>
    <w:multiLevelType w:val="hybridMultilevel"/>
    <w:tmpl w:val="1AB63592"/>
    <w:lvl w:ilvl="0" w:tplc="667632AE">
      <w:numFmt w:val="bullet"/>
      <w:lvlText w:val="-"/>
      <w:lvlJc w:val="left"/>
      <w:pPr>
        <w:tabs>
          <w:tab w:val="num" w:pos="1278"/>
        </w:tabs>
        <w:ind w:left="1278" w:hanging="57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>
    <w:nsid w:val="18B87BEF"/>
    <w:multiLevelType w:val="hybridMultilevel"/>
    <w:tmpl w:val="B0B4765E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925AD7"/>
    <w:multiLevelType w:val="hybridMultilevel"/>
    <w:tmpl w:val="865612E4"/>
    <w:lvl w:ilvl="0" w:tplc="FCD2B9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F53E92"/>
    <w:multiLevelType w:val="hybridMultilevel"/>
    <w:tmpl w:val="4A9CAB3C"/>
    <w:lvl w:ilvl="0" w:tplc="2B141EA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0E739A"/>
    <w:multiLevelType w:val="hybridMultilevel"/>
    <w:tmpl w:val="CB68E4AE"/>
    <w:lvl w:ilvl="0" w:tplc="7A36DACE">
      <w:start w:val="8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99D1744"/>
    <w:multiLevelType w:val="hybridMultilevel"/>
    <w:tmpl w:val="A9F25DDC"/>
    <w:lvl w:ilvl="0" w:tplc="73889E1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0606E8"/>
    <w:multiLevelType w:val="hybridMultilevel"/>
    <w:tmpl w:val="59A6C2E2"/>
    <w:lvl w:ilvl="0" w:tplc="4E86CE7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6B503CA"/>
    <w:multiLevelType w:val="hybridMultilevel"/>
    <w:tmpl w:val="525622C8"/>
    <w:lvl w:ilvl="0" w:tplc="667632AE">
      <w:numFmt w:val="bullet"/>
      <w:lvlText w:val="-"/>
      <w:lvlJc w:val="left"/>
      <w:pPr>
        <w:tabs>
          <w:tab w:val="num" w:pos="1278"/>
        </w:tabs>
        <w:ind w:left="1278" w:hanging="57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4">
    <w:nsid w:val="3735308B"/>
    <w:multiLevelType w:val="hybridMultilevel"/>
    <w:tmpl w:val="16204868"/>
    <w:lvl w:ilvl="0" w:tplc="73889E1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3B4D74"/>
    <w:multiLevelType w:val="hybridMultilevel"/>
    <w:tmpl w:val="3120FF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3BCA02EC"/>
    <w:multiLevelType w:val="hybridMultilevel"/>
    <w:tmpl w:val="6D749822"/>
    <w:lvl w:ilvl="0" w:tplc="E7B6B81C">
      <w:start w:val="2001"/>
      <w:numFmt w:val="bullet"/>
      <w:lvlText w:val="-"/>
      <w:lvlJc w:val="left"/>
      <w:pPr>
        <w:ind w:left="37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1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53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7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469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30" w:hanging="360"/>
      </w:pPr>
      <w:rPr>
        <w:rFonts w:ascii="Wingdings" w:hAnsi="Wingdings" w:cs="Wingdings" w:hint="default"/>
      </w:rPr>
    </w:lvl>
  </w:abstractNum>
  <w:abstractNum w:abstractNumId="17">
    <w:nsid w:val="46834E02"/>
    <w:multiLevelType w:val="hybridMultilevel"/>
    <w:tmpl w:val="40882A2A"/>
    <w:lvl w:ilvl="0" w:tplc="5EEC0F1E">
      <w:start w:val="2"/>
      <w:numFmt w:val="decimal"/>
      <w:lvlText w:val="%1."/>
      <w:lvlJc w:val="left"/>
      <w:pPr>
        <w:tabs>
          <w:tab w:val="num" w:pos="1058"/>
        </w:tabs>
        <w:ind w:left="105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  <w:rPr>
        <w:rFonts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18">
    <w:nsid w:val="4CB75BA6"/>
    <w:multiLevelType w:val="hybridMultilevel"/>
    <w:tmpl w:val="BDC25A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242F57"/>
    <w:multiLevelType w:val="hybridMultilevel"/>
    <w:tmpl w:val="954865F8"/>
    <w:lvl w:ilvl="0" w:tplc="1C02CC32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1C02CC32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D8B111C"/>
    <w:multiLevelType w:val="hybridMultilevel"/>
    <w:tmpl w:val="BF826216"/>
    <w:lvl w:ilvl="0" w:tplc="70249BDC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90" w:hanging="360"/>
      </w:pPr>
    </w:lvl>
    <w:lvl w:ilvl="2" w:tplc="040E001B">
      <w:start w:val="1"/>
      <w:numFmt w:val="lowerRoman"/>
      <w:lvlText w:val="%3."/>
      <w:lvlJc w:val="right"/>
      <w:pPr>
        <w:ind w:left="1810" w:hanging="180"/>
      </w:pPr>
    </w:lvl>
    <w:lvl w:ilvl="3" w:tplc="040E000F">
      <w:start w:val="1"/>
      <w:numFmt w:val="decimal"/>
      <w:lvlText w:val="%4."/>
      <w:lvlJc w:val="left"/>
      <w:pPr>
        <w:ind w:left="2530" w:hanging="360"/>
      </w:pPr>
    </w:lvl>
    <w:lvl w:ilvl="4" w:tplc="040E0019">
      <w:start w:val="1"/>
      <w:numFmt w:val="lowerLetter"/>
      <w:lvlText w:val="%5."/>
      <w:lvlJc w:val="left"/>
      <w:pPr>
        <w:ind w:left="3250" w:hanging="360"/>
      </w:pPr>
    </w:lvl>
    <w:lvl w:ilvl="5" w:tplc="040E001B">
      <w:start w:val="1"/>
      <w:numFmt w:val="lowerRoman"/>
      <w:lvlText w:val="%6."/>
      <w:lvlJc w:val="right"/>
      <w:pPr>
        <w:ind w:left="3970" w:hanging="180"/>
      </w:pPr>
    </w:lvl>
    <w:lvl w:ilvl="6" w:tplc="040E000F">
      <w:start w:val="1"/>
      <w:numFmt w:val="decimal"/>
      <w:lvlText w:val="%7."/>
      <w:lvlJc w:val="left"/>
      <w:pPr>
        <w:ind w:left="4690" w:hanging="360"/>
      </w:pPr>
    </w:lvl>
    <w:lvl w:ilvl="7" w:tplc="040E0019">
      <w:start w:val="1"/>
      <w:numFmt w:val="lowerLetter"/>
      <w:lvlText w:val="%8."/>
      <w:lvlJc w:val="left"/>
      <w:pPr>
        <w:ind w:left="5410" w:hanging="360"/>
      </w:pPr>
    </w:lvl>
    <w:lvl w:ilvl="8" w:tplc="040E001B">
      <w:start w:val="1"/>
      <w:numFmt w:val="lowerRoman"/>
      <w:lvlText w:val="%9."/>
      <w:lvlJc w:val="right"/>
      <w:pPr>
        <w:ind w:left="6130" w:hanging="180"/>
      </w:pPr>
    </w:lvl>
  </w:abstractNum>
  <w:abstractNum w:abstractNumId="21">
    <w:nsid w:val="569C7289"/>
    <w:multiLevelType w:val="hybridMultilevel"/>
    <w:tmpl w:val="F01277EA"/>
    <w:lvl w:ilvl="0" w:tplc="667632AE">
      <w:numFmt w:val="bullet"/>
      <w:lvlText w:val="-"/>
      <w:lvlJc w:val="left"/>
      <w:pPr>
        <w:tabs>
          <w:tab w:val="num" w:pos="3714"/>
        </w:tabs>
        <w:ind w:left="3714" w:hanging="57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7824"/>
        </w:tabs>
        <w:ind w:left="7824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8544"/>
        </w:tabs>
        <w:ind w:left="854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9264"/>
        </w:tabs>
        <w:ind w:left="9264" w:hanging="360"/>
      </w:pPr>
      <w:rPr>
        <w:rFonts w:ascii="Wingdings" w:hAnsi="Wingdings" w:cs="Wingdings" w:hint="default"/>
      </w:rPr>
    </w:lvl>
  </w:abstractNum>
  <w:abstractNum w:abstractNumId="22">
    <w:nsid w:val="5758056B"/>
    <w:multiLevelType w:val="hybridMultilevel"/>
    <w:tmpl w:val="5B7AB7CA"/>
    <w:lvl w:ilvl="0" w:tplc="E7B6B81C">
      <w:start w:val="2001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57B46CD0"/>
    <w:multiLevelType w:val="hybridMultilevel"/>
    <w:tmpl w:val="719CF5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99A238B"/>
    <w:multiLevelType w:val="hybridMultilevel"/>
    <w:tmpl w:val="0BFC4178"/>
    <w:lvl w:ilvl="0" w:tplc="BC14FE5E">
      <w:start w:val="2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8A307E3"/>
    <w:multiLevelType w:val="hybridMultilevel"/>
    <w:tmpl w:val="3646A924"/>
    <w:lvl w:ilvl="0" w:tplc="4938743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6">
    <w:nsid w:val="6EDE0DCD"/>
    <w:multiLevelType w:val="hybridMultilevel"/>
    <w:tmpl w:val="46C8C766"/>
    <w:lvl w:ilvl="0" w:tplc="844CCBD4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70FF266D"/>
    <w:multiLevelType w:val="hybridMultilevel"/>
    <w:tmpl w:val="5FE081DE"/>
    <w:lvl w:ilvl="0" w:tplc="E7B6B81C">
      <w:start w:val="2001"/>
      <w:numFmt w:val="bullet"/>
      <w:lvlText w:val="-"/>
      <w:legacy w:legacy="1" w:legacySpace="120" w:legacyIndent="360"/>
      <w:lvlJc w:val="left"/>
      <w:pPr>
        <w:ind w:left="466" w:hanging="360"/>
      </w:pPr>
    </w:lvl>
    <w:lvl w:ilvl="1" w:tplc="040E0003">
      <w:start w:val="1"/>
      <w:numFmt w:val="bullet"/>
      <w:lvlText w:val="o"/>
      <w:lvlJc w:val="left"/>
      <w:pPr>
        <w:tabs>
          <w:tab w:val="num" w:pos="1186"/>
        </w:tabs>
        <w:ind w:left="118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906"/>
        </w:tabs>
        <w:ind w:left="190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626"/>
        </w:tabs>
        <w:ind w:left="262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346"/>
        </w:tabs>
        <w:ind w:left="334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066"/>
        </w:tabs>
        <w:ind w:left="406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786"/>
        </w:tabs>
        <w:ind w:left="478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506"/>
        </w:tabs>
        <w:ind w:left="550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226"/>
        </w:tabs>
        <w:ind w:left="6226" w:hanging="360"/>
      </w:pPr>
      <w:rPr>
        <w:rFonts w:ascii="Wingdings" w:hAnsi="Wingdings" w:cs="Wingdings" w:hint="default"/>
      </w:rPr>
    </w:lvl>
  </w:abstractNum>
  <w:abstractNum w:abstractNumId="28">
    <w:nsid w:val="752E25BB"/>
    <w:multiLevelType w:val="hybridMultilevel"/>
    <w:tmpl w:val="460A4876"/>
    <w:lvl w:ilvl="0" w:tplc="73889E1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CD16D8"/>
    <w:multiLevelType w:val="hybridMultilevel"/>
    <w:tmpl w:val="6BD07086"/>
    <w:lvl w:ilvl="0" w:tplc="4E86CE7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27"/>
  </w:num>
  <w:num w:numId="2">
    <w:abstractNumId w:val="3"/>
  </w:num>
  <w:num w:numId="3">
    <w:abstractNumId w:val="17"/>
  </w:num>
  <w:num w:numId="4">
    <w:abstractNumId w:val="19"/>
  </w:num>
  <w:num w:numId="5">
    <w:abstractNumId w:val="0"/>
  </w:num>
  <w:num w:numId="6">
    <w:abstractNumId w:val="13"/>
  </w:num>
  <w:num w:numId="7">
    <w:abstractNumId w:val="6"/>
  </w:num>
  <w:num w:numId="8">
    <w:abstractNumId w:val="21"/>
  </w:num>
  <w:num w:numId="9">
    <w:abstractNumId w:val="7"/>
  </w:num>
  <w:num w:numId="10">
    <w:abstractNumId w:val="18"/>
  </w:num>
  <w:num w:numId="11">
    <w:abstractNumId w:val="22"/>
  </w:num>
  <w:num w:numId="12">
    <w:abstractNumId w:val="25"/>
  </w:num>
  <w:num w:numId="13">
    <w:abstractNumId w:val="29"/>
  </w:num>
  <w:num w:numId="14">
    <w:abstractNumId w:val="10"/>
  </w:num>
  <w:num w:numId="15">
    <w:abstractNumId w:val="12"/>
  </w:num>
  <w:num w:numId="16">
    <w:abstractNumId w:val="4"/>
  </w:num>
  <w:num w:numId="17">
    <w:abstractNumId w:val="1"/>
  </w:num>
  <w:num w:numId="18">
    <w:abstractNumId w:val="23"/>
  </w:num>
  <w:num w:numId="19">
    <w:abstractNumId w:val="24"/>
  </w:num>
  <w:num w:numId="20">
    <w:abstractNumId w:val="8"/>
  </w:num>
  <w:num w:numId="21">
    <w:abstractNumId w:val="2"/>
  </w:num>
  <w:num w:numId="22">
    <w:abstractNumId w:val="26"/>
  </w:num>
  <w:num w:numId="23">
    <w:abstractNumId w:val="15"/>
  </w:num>
  <w:num w:numId="24">
    <w:abstractNumId w:val="16"/>
  </w:num>
  <w:num w:numId="25">
    <w:abstractNumId w:val="20"/>
  </w:num>
  <w:num w:numId="26">
    <w:abstractNumId w:val="14"/>
  </w:num>
  <w:num w:numId="27">
    <w:abstractNumId w:val="9"/>
  </w:num>
  <w:num w:numId="28">
    <w:abstractNumId w:val="5"/>
  </w:num>
  <w:num w:numId="29">
    <w:abstractNumId w:val="28"/>
  </w:num>
  <w:num w:numId="30">
    <w:abstractNumId w:val="11"/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12DA"/>
    <w:rsid w:val="000105F2"/>
    <w:rsid w:val="000149B2"/>
    <w:rsid w:val="00042EE9"/>
    <w:rsid w:val="0008130D"/>
    <w:rsid w:val="00084869"/>
    <w:rsid w:val="00090EDD"/>
    <w:rsid w:val="000B2786"/>
    <w:rsid w:val="000C12F3"/>
    <w:rsid w:val="000C383D"/>
    <w:rsid w:val="000F1C60"/>
    <w:rsid w:val="00142AC0"/>
    <w:rsid w:val="00162D62"/>
    <w:rsid w:val="00171ECD"/>
    <w:rsid w:val="00195A56"/>
    <w:rsid w:val="0019650F"/>
    <w:rsid w:val="001C1527"/>
    <w:rsid w:val="001D1A07"/>
    <w:rsid w:val="001D1BDA"/>
    <w:rsid w:val="001E14F0"/>
    <w:rsid w:val="002004A2"/>
    <w:rsid w:val="002055BB"/>
    <w:rsid w:val="00215497"/>
    <w:rsid w:val="00233984"/>
    <w:rsid w:val="00247D90"/>
    <w:rsid w:val="00257502"/>
    <w:rsid w:val="00270BEC"/>
    <w:rsid w:val="00294D32"/>
    <w:rsid w:val="002B579A"/>
    <w:rsid w:val="002B7295"/>
    <w:rsid w:val="002C2F97"/>
    <w:rsid w:val="002C3F38"/>
    <w:rsid w:val="002C5D8C"/>
    <w:rsid w:val="002F4EA6"/>
    <w:rsid w:val="003176A9"/>
    <w:rsid w:val="00326318"/>
    <w:rsid w:val="00326582"/>
    <w:rsid w:val="00332C87"/>
    <w:rsid w:val="003518F8"/>
    <w:rsid w:val="0035351B"/>
    <w:rsid w:val="003540CE"/>
    <w:rsid w:val="00375F02"/>
    <w:rsid w:val="003762E5"/>
    <w:rsid w:val="003B1770"/>
    <w:rsid w:val="003D2E44"/>
    <w:rsid w:val="0040160E"/>
    <w:rsid w:val="0040546B"/>
    <w:rsid w:val="004413F6"/>
    <w:rsid w:val="004457BD"/>
    <w:rsid w:val="00467D18"/>
    <w:rsid w:val="00475720"/>
    <w:rsid w:val="0048707C"/>
    <w:rsid w:val="00487802"/>
    <w:rsid w:val="004A2050"/>
    <w:rsid w:val="004B1AC8"/>
    <w:rsid w:val="004E3F30"/>
    <w:rsid w:val="004E5D78"/>
    <w:rsid w:val="004F76B1"/>
    <w:rsid w:val="005067D6"/>
    <w:rsid w:val="00540E2B"/>
    <w:rsid w:val="005502A0"/>
    <w:rsid w:val="00582941"/>
    <w:rsid w:val="0059491C"/>
    <w:rsid w:val="005D1418"/>
    <w:rsid w:val="005F0736"/>
    <w:rsid w:val="00600FE4"/>
    <w:rsid w:val="00615DFA"/>
    <w:rsid w:val="00620949"/>
    <w:rsid w:val="00670416"/>
    <w:rsid w:val="00675077"/>
    <w:rsid w:val="00676347"/>
    <w:rsid w:val="00681210"/>
    <w:rsid w:val="006A6328"/>
    <w:rsid w:val="006A7E72"/>
    <w:rsid w:val="006E2349"/>
    <w:rsid w:val="006F3F04"/>
    <w:rsid w:val="006F4924"/>
    <w:rsid w:val="007203D7"/>
    <w:rsid w:val="00724F56"/>
    <w:rsid w:val="0076368B"/>
    <w:rsid w:val="0076379B"/>
    <w:rsid w:val="00763BAC"/>
    <w:rsid w:val="007701DC"/>
    <w:rsid w:val="0077179F"/>
    <w:rsid w:val="007743DD"/>
    <w:rsid w:val="007755F2"/>
    <w:rsid w:val="00777B96"/>
    <w:rsid w:val="00786B5D"/>
    <w:rsid w:val="00793543"/>
    <w:rsid w:val="007954FE"/>
    <w:rsid w:val="00795C92"/>
    <w:rsid w:val="007A2DCD"/>
    <w:rsid w:val="007B260A"/>
    <w:rsid w:val="007C23AD"/>
    <w:rsid w:val="00801667"/>
    <w:rsid w:val="008462E7"/>
    <w:rsid w:val="00847EF8"/>
    <w:rsid w:val="0087478E"/>
    <w:rsid w:val="008A17F6"/>
    <w:rsid w:val="008A696F"/>
    <w:rsid w:val="008A7D69"/>
    <w:rsid w:val="008B1DC2"/>
    <w:rsid w:val="008B2AD4"/>
    <w:rsid w:val="008C03FA"/>
    <w:rsid w:val="008C54C4"/>
    <w:rsid w:val="008C6D09"/>
    <w:rsid w:val="008C74EF"/>
    <w:rsid w:val="008D4525"/>
    <w:rsid w:val="008F6213"/>
    <w:rsid w:val="009124F0"/>
    <w:rsid w:val="009638AC"/>
    <w:rsid w:val="009729E7"/>
    <w:rsid w:val="00981D14"/>
    <w:rsid w:val="009A4485"/>
    <w:rsid w:val="009B0E33"/>
    <w:rsid w:val="009D3ED9"/>
    <w:rsid w:val="009E6CFD"/>
    <w:rsid w:val="009F09DC"/>
    <w:rsid w:val="009F1124"/>
    <w:rsid w:val="00A015F6"/>
    <w:rsid w:val="00A03E9A"/>
    <w:rsid w:val="00A05B7A"/>
    <w:rsid w:val="00A507DC"/>
    <w:rsid w:val="00A50FC3"/>
    <w:rsid w:val="00A573A6"/>
    <w:rsid w:val="00A72CBA"/>
    <w:rsid w:val="00A73C97"/>
    <w:rsid w:val="00A81416"/>
    <w:rsid w:val="00A83407"/>
    <w:rsid w:val="00AA168C"/>
    <w:rsid w:val="00AA5F91"/>
    <w:rsid w:val="00AB678A"/>
    <w:rsid w:val="00AD2140"/>
    <w:rsid w:val="00AD2C10"/>
    <w:rsid w:val="00AD48D5"/>
    <w:rsid w:val="00AE0209"/>
    <w:rsid w:val="00AE50B6"/>
    <w:rsid w:val="00AE69E1"/>
    <w:rsid w:val="00AF020B"/>
    <w:rsid w:val="00AF0F72"/>
    <w:rsid w:val="00B1365A"/>
    <w:rsid w:val="00B3063D"/>
    <w:rsid w:val="00B47D25"/>
    <w:rsid w:val="00B54EA7"/>
    <w:rsid w:val="00B56D8B"/>
    <w:rsid w:val="00B57588"/>
    <w:rsid w:val="00B962BC"/>
    <w:rsid w:val="00B96C67"/>
    <w:rsid w:val="00BA3F43"/>
    <w:rsid w:val="00BC12DA"/>
    <w:rsid w:val="00BE2BF9"/>
    <w:rsid w:val="00BF5FC2"/>
    <w:rsid w:val="00C138C3"/>
    <w:rsid w:val="00C14516"/>
    <w:rsid w:val="00C16A92"/>
    <w:rsid w:val="00C2361F"/>
    <w:rsid w:val="00C61BBD"/>
    <w:rsid w:val="00C82300"/>
    <w:rsid w:val="00C84168"/>
    <w:rsid w:val="00CC543F"/>
    <w:rsid w:val="00CE0EF9"/>
    <w:rsid w:val="00CE3990"/>
    <w:rsid w:val="00CF3499"/>
    <w:rsid w:val="00D007A3"/>
    <w:rsid w:val="00D11C93"/>
    <w:rsid w:val="00D31F61"/>
    <w:rsid w:val="00D37C44"/>
    <w:rsid w:val="00D46F84"/>
    <w:rsid w:val="00D47C44"/>
    <w:rsid w:val="00D53274"/>
    <w:rsid w:val="00D552CE"/>
    <w:rsid w:val="00D568FE"/>
    <w:rsid w:val="00D635C7"/>
    <w:rsid w:val="00D718A1"/>
    <w:rsid w:val="00D84144"/>
    <w:rsid w:val="00D915BA"/>
    <w:rsid w:val="00DA4915"/>
    <w:rsid w:val="00DB5731"/>
    <w:rsid w:val="00DB5AB6"/>
    <w:rsid w:val="00DB5BC6"/>
    <w:rsid w:val="00DC12E9"/>
    <w:rsid w:val="00DC3CBD"/>
    <w:rsid w:val="00DC7324"/>
    <w:rsid w:val="00DE7018"/>
    <w:rsid w:val="00DF37B0"/>
    <w:rsid w:val="00E234E7"/>
    <w:rsid w:val="00E24D93"/>
    <w:rsid w:val="00E26486"/>
    <w:rsid w:val="00E30581"/>
    <w:rsid w:val="00E34AE3"/>
    <w:rsid w:val="00E57958"/>
    <w:rsid w:val="00E65362"/>
    <w:rsid w:val="00E75F2D"/>
    <w:rsid w:val="00E848CD"/>
    <w:rsid w:val="00E9248B"/>
    <w:rsid w:val="00E97419"/>
    <w:rsid w:val="00EA6159"/>
    <w:rsid w:val="00EB204B"/>
    <w:rsid w:val="00EC0697"/>
    <w:rsid w:val="00ED5D72"/>
    <w:rsid w:val="00EE532E"/>
    <w:rsid w:val="00F00739"/>
    <w:rsid w:val="00F0169A"/>
    <w:rsid w:val="00F0523A"/>
    <w:rsid w:val="00F42BDA"/>
    <w:rsid w:val="00F53842"/>
    <w:rsid w:val="00F70EC3"/>
    <w:rsid w:val="00F850B2"/>
    <w:rsid w:val="00FA1DE4"/>
    <w:rsid w:val="00FA4420"/>
    <w:rsid w:val="00FC0C66"/>
    <w:rsid w:val="00FD4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F97"/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C2F97"/>
    <w:pPr>
      <w:ind w:left="720"/>
    </w:pPr>
  </w:style>
  <w:style w:type="character" w:styleId="CommentReference">
    <w:name w:val="annotation reference"/>
    <w:basedOn w:val="DefaultParagraphFont"/>
    <w:uiPriority w:val="99"/>
    <w:semiHidden/>
    <w:rsid w:val="009F11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F11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F1124"/>
    <w:rPr>
      <w:rFonts w:eastAsia="Times New Roman"/>
      <w:sz w:val="20"/>
      <w:szCs w:val="20"/>
      <w:lang w:eastAsia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F11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F112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F11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F1124"/>
    <w:rPr>
      <w:rFonts w:ascii="Segoe UI" w:hAnsi="Segoe UI" w:cs="Segoe UI"/>
      <w:sz w:val="18"/>
      <w:szCs w:val="18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14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119</Words>
  <Characters>827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LEVELEZŐ TAGOZAT – gyakorlati jegy</dc:title>
  <dc:subject/>
  <dc:creator>acsi</dc:creator>
  <cp:keywords/>
  <dc:description/>
  <cp:lastModifiedBy>User</cp:lastModifiedBy>
  <cp:revision>2</cp:revision>
  <dcterms:created xsi:type="dcterms:W3CDTF">2021-09-30T13:41:00Z</dcterms:created>
  <dcterms:modified xsi:type="dcterms:W3CDTF">2021-09-30T13:41:00Z</dcterms:modified>
</cp:coreProperties>
</file>