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B5C" w:rsidRPr="009A4485" w:rsidRDefault="00775B5C" w:rsidP="00AE0209">
      <w:bookmarkStart w:id="0" w:name="_GoBack"/>
      <w:bookmarkEnd w:id="0"/>
      <w:r w:rsidRPr="00AE0209">
        <w:rPr>
          <w:b/>
          <w:bCs/>
          <w:highlight w:val="green"/>
        </w:rPr>
        <w:t>LEVELEZŐ TAGOZAT</w:t>
      </w:r>
      <w:r>
        <w:t xml:space="preserve"> – </w:t>
      </w:r>
      <w:r w:rsidRPr="00AE0209">
        <w:rPr>
          <w:b/>
          <w:bCs/>
          <w:color w:val="FF0000"/>
        </w:rPr>
        <w:t>kollokvium esetén</w:t>
      </w:r>
    </w:p>
    <w:p w:rsidR="00775B5C" w:rsidRPr="009A4485" w:rsidRDefault="00775B5C"/>
    <w:p w:rsidR="00775B5C" w:rsidRPr="002C5D8C" w:rsidRDefault="00775B5C" w:rsidP="00042EE9">
      <w:pPr>
        <w:rPr>
          <w:b/>
          <w:bCs/>
          <w:sz w:val="28"/>
          <w:szCs w:val="28"/>
        </w:rPr>
      </w:pPr>
      <w:r w:rsidRPr="002C5D8C">
        <w:rPr>
          <w:b/>
          <w:bCs/>
          <w:sz w:val="28"/>
          <w:szCs w:val="28"/>
        </w:rPr>
        <w:t xml:space="preserve">Tantárgyi tematika és </w:t>
      </w:r>
      <w:r>
        <w:rPr>
          <w:b/>
          <w:bCs/>
          <w:sz w:val="28"/>
          <w:szCs w:val="28"/>
        </w:rPr>
        <w:t xml:space="preserve">félévi </w:t>
      </w:r>
      <w:r w:rsidRPr="002C5D8C">
        <w:rPr>
          <w:b/>
          <w:bCs/>
          <w:sz w:val="28"/>
          <w:szCs w:val="28"/>
        </w:rPr>
        <w:t>követelmény</w:t>
      </w:r>
      <w:r>
        <w:rPr>
          <w:b/>
          <w:bCs/>
          <w:sz w:val="28"/>
          <w:szCs w:val="28"/>
        </w:rPr>
        <w:t>rendszer</w:t>
      </w:r>
    </w:p>
    <w:p w:rsidR="00775B5C" w:rsidRPr="009A4485" w:rsidRDefault="00775B5C" w:rsidP="003B1770">
      <w:pPr>
        <w:ind w:left="709" w:hanging="699"/>
        <w:rPr>
          <w:b/>
          <w:bCs/>
        </w:rPr>
      </w:pPr>
    </w:p>
    <w:p w:rsidR="00775B5C" w:rsidRDefault="00775B5C" w:rsidP="00C95581">
      <w:pPr>
        <w:ind w:left="709" w:hanging="699"/>
        <w:rPr>
          <w:b/>
          <w:bCs/>
        </w:rPr>
      </w:pPr>
      <w:r>
        <w:rPr>
          <w:b/>
          <w:bCs/>
        </w:rPr>
        <w:t>Féléves tematika:</w:t>
      </w:r>
    </w:p>
    <w:p w:rsidR="00775B5C" w:rsidRPr="0087478E" w:rsidRDefault="00775B5C" w:rsidP="00C95581">
      <w:pPr>
        <w:pStyle w:val="ListParagraph"/>
        <w:numPr>
          <w:ilvl w:val="0"/>
          <w:numId w:val="27"/>
        </w:numPr>
      </w:pPr>
      <w:r>
        <w:t>konzultáció Csoportelmélet</w:t>
      </w:r>
    </w:p>
    <w:p w:rsidR="00775B5C" w:rsidRDefault="00775B5C" w:rsidP="00C95581">
      <w:pPr>
        <w:pStyle w:val="ListParagraph"/>
        <w:numPr>
          <w:ilvl w:val="0"/>
          <w:numId w:val="27"/>
        </w:numPr>
      </w:pPr>
      <w:r>
        <w:t xml:space="preserve">konzultáció Testbővítések, geometriai szerkeszthetőség, egyenletek megoldhatósága </w:t>
      </w:r>
    </w:p>
    <w:p w:rsidR="00775B5C" w:rsidRDefault="00775B5C" w:rsidP="00F62634">
      <w:pPr>
        <w:pStyle w:val="ListParagraph"/>
        <w:ind w:left="10"/>
        <w:rPr>
          <w:b/>
          <w:bCs/>
        </w:rPr>
      </w:pPr>
    </w:p>
    <w:p w:rsidR="00775B5C" w:rsidRDefault="00775B5C" w:rsidP="003B1770">
      <w:pPr>
        <w:ind w:left="709" w:hanging="699"/>
        <w:rPr>
          <w:b/>
          <w:bCs/>
        </w:rPr>
      </w:pPr>
    </w:p>
    <w:p w:rsidR="00775B5C" w:rsidRPr="009A4485" w:rsidRDefault="00775B5C" w:rsidP="00C95581">
      <w:pPr>
        <w:ind w:left="709" w:hanging="699"/>
        <w:rPr>
          <w:b/>
          <w:bCs/>
        </w:rPr>
      </w:pPr>
      <w:r w:rsidRPr="009A4485">
        <w:rPr>
          <w:b/>
          <w:bCs/>
        </w:rPr>
        <w:t>A foglalkozásokon történő részvétel:</w:t>
      </w:r>
    </w:p>
    <w:p w:rsidR="00775B5C" w:rsidRPr="009A4485" w:rsidRDefault="00775B5C" w:rsidP="00C95581">
      <w:pPr>
        <w:pStyle w:val="ListParagraph"/>
        <w:numPr>
          <w:ilvl w:val="0"/>
          <w:numId w:val="1"/>
        </w:numPr>
        <w:jc w:val="both"/>
      </w:pPr>
      <w:r w:rsidRPr="009A4485">
        <w:t>Az el</w:t>
      </w:r>
      <w:r w:rsidRPr="00AF020B">
        <w:t>ő</w:t>
      </w:r>
      <w:r w:rsidRPr="009A4485">
        <w:t>adások a képzés szerves részét képezik, így az Intézmény a hallgatóktól elvárja a részvételt az el</w:t>
      </w:r>
      <w:r w:rsidRPr="00AF020B">
        <w:t>ő</w:t>
      </w:r>
      <w:r w:rsidRPr="009A4485">
        <w:t>adásokon (TVSz 8.§ 1.)</w:t>
      </w:r>
    </w:p>
    <w:p w:rsidR="00775B5C" w:rsidRPr="009A4485" w:rsidRDefault="00775B5C"/>
    <w:p w:rsidR="00775B5C" w:rsidRPr="009A4485" w:rsidRDefault="00775B5C" w:rsidP="007743DD">
      <w:pPr>
        <w:jc w:val="both"/>
        <w:rPr>
          <w:b/>
          <w:bCs/>
        </w:rPr>
      </w:pPr>
      <w:r w:rsidRPr="009A4485">
        <w:rPr>
          <w:b/>
          <w:bCs/>
        </w:rPr>
        <w:t>Félévi követelmény: kollokvium</w:t>
      </w:r>
    </w:p>
    <w:p w:rsidR="00775B5C" w:rsidRPr="009A4485" w:rsidRDefault="00775B5C" w:rsidP="007743DD">
      <w:pPr>
        <w:jc w:val="both"/>
        <w:rPr>
          <w:b/>
          <w:bCs/>
        </w:rPr>
      </w:pPr>
    </w:p>
    <w:p w:rsidR="00775B5C" w:rsidRDefault="00775B5C" w:rsidP="00C95581">
      <w:pPr>
        <w:jc w:val="both"/>
        <w:rPr>
          <w:b/>
          <w:bCs/>
        </w:rPr>
      </w:pPr>
      <w:r w:rsidRPr="00847EF8">
        <w:rPr>
          <w:b/>
          <w:bCs/>
        </w:rPr>
        <w:t>Az értékelés módja, ütemezése</w:t>
      </w:r>
      <w:r w:rsidRPr="009A4485">
        <w:rPr>
          <w:b/>
          <w:bCs/>
        </w:rPr>
        <w:t>:</w:t>
      </w:r>
    </w:p>
    <w:p w:rsidR="00775B5C" w:rsidRPr="00DC3CBD" w:rsidRDefault="00775B5C" w:rsidP="009D3ED9">
      <w:pPr>
        <w:pStyle w:val="ListParagraph"/>
        <w:ind w:left="370"/>
        <w:jc w:val="both"/>
        <w:rPr>
          <w:i/>
          <w:iCs/>
          <w:color w:val="0070C0"/>
        </w:rPr>
      </w:pPr>
      <w:r w:rsidRPr="00AE50B6">
        <w:t xml:space="preserve">vizsgára bocsátás feltétele: </w:t>
      </w:r>
      <w:r>
        <w:t>nincs</w:t>
      </w:r>
    </w:p>
    <w:p w:rsidR="00775B5C" w:rsidRPr="009A4485" w:rsidRDefault="00775B5C" w:rsidP="00E234E7">
      <w:pPr>
        <w:ind w:left="370"/>
        <w:jc w:val="both"/>
      </w:pPr>
      <w:r w:rsidRPr="00DB5BC6">
        <w:rPr>
          <w:b/>
          <w:bCs/>
          <w:i/>
          <w:iCs/>
        </w:rPr>
        <w:t>A kollokvium típusa</w:t>
      </w:r>
      <w:r>
        <w:t>: írásbeli</w:t>
      </w:r>
    </w:p>
    <w:p w:rsidR="00775B5C" w:rsidRPr="00620949" w:rsidRDefault="00775B5C" w:rsidP="00E234E7">
      <w:pPr>
        <w:ind w:left="228" w:firstLine="840"/>
      </w:pPr>
      <w:r>
        <w:t>A)</w:t>
      </w:r>
      <w:r w:rsidRPr="00620949">
        <w:t xml:space="preserve">  Írásbeli vizsga</w:t>
      </w:r>
      <w:r>
        <w:t xml:space="preserve"> anyaga</w:t>
      </w:r>
      <w:r w:rsidRPr="00620949">
        <w:t xml:space="preserve">: </w:t>
      </w:r>
      <w:r>
        <w:t>az előadáson elhangzottak</w:t>
      </w:r>
    </w:p>
    <w:p w:rsidR="00775B5C" w:rsidRPr="00B96C67" w:rsidRDefault="00775B5C" w:rsidP="00E234E7">
      <w:pPr>
        <w:ind w:left="360"/>
      </w:pPr>
    </w:p>
    <w:p w:rsidR="00775B5C" w:rsidRDefault="00775B5C" w:rsidP="006B5FC3">
      <w:r w:rsidRPr="009A4485">
        <w:rPr>
          <w:b/>
          <w:bCs/>
        </w:rPr>
        <w:t>Az érdemjegy kialakításának módja:</w:t>
      </w:r>
      <w:r>
        <w:rPr>
          <w:b/>
          <w:bCs/>
        </w:rPr>
        <w:t xml:space="preserve"> </w:t>
      </w:r>
      <w:r>
        <w:t>írásbeli dolgozat a vizsgaidőszakban. Ponthatárok: 40%, 55%, 70%, 85%.</w:t>
      </w:r>
    </w:p>
    <w:p w:rsidR="00775B5C" w:rsidRPr="006B5FC3" w:rsidRDefault="00775B5C" w:rsidP="00E234E7"/>
    <w:p w:rsidR="00775B5C" w:rsidRPr="006B5FC3" w:rsidRDefault="00775B5C" w:rsidP="006B5FC3">
      <w:pPr>
        <w:spacing w:after="120"/>
        <w:jc w:val="both"/>
        <w:rPr>
          <w:color w:val="0070C0"/>
        </w:rPr>
      </w:pPr>
    </w:p>
    <w:p w:rsidR="00775B5C" w:rsidRPr="009A4485" w:rsidRDefault="00775B5C"/>
    <w:p w:rsidR="00775B5C" w:rsidRPr="009A4485" w:rsidRDefault="00775B5C"/>
    <w:p w:rsidR="00775B5C" w:rsidRPr="009A4485" w:rsidRDefault="00775B5C"/>
    <w:p w:rsidR="00775B5C" w:rsidRPr="009A4485" w:rsidRDefault="00775B5C"/>
    <w:p w:rsidR="00775B5C" w:rsidRPr="009A4485" w:rsidRDefault="00775B5C"/>
    <w:p w:rsidR="00775B5C" w:rsidRPr="009A4485" w:rsidRDefault="00775B5C" w:rsidP="00A573A6">
      <w:pPr>
        <w:rPr>
          <w:highlight w:val="green"/>
        </w:rPr>
      </w:pPr>
    </w:p>
    <w:sectPr w:rsidR="00775B5C" w:rsidRPr="009A4485" w:rsidSect="006E3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4A4"/>
    <w:multiLevelType w:val="hybridMultilevel"/>
    <w:tmpl w:val="9DEABFB4"/>
    <w:lvl w:ilvl="0" w:tplc="68A2B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21ACA"/>
    <w:multiLevelType w:val="hybridMultilevel"/>
    <w:tmpl w:val="C6EE1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747338"/>
    <w:multiLevelType w:val="hybridMultilevel"/>
    <w:tmpl w:val="A3D81E7C"/>
    <w:lvl w:ilvl="0" w:tplc="844CCBD4">
      <w:start w:val="4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0CA249DF"/>
    <w:multiLevelType w:val="singleLevel"/>
    <w:tmpl w:val="844CCBD4"/>
    <w:lvl w:ilvl="0">
      <w:start w:val="4"/>
      <w:numFmt w:val="bullet"/>
      <w:lvlText w:val="-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4">
    <w:nsid w:val="0DBA5DAE"/>
    <w:multiLevelType w:val="hybridMultilevel"/>
    <w:tmpl w:val="6D586620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302D89"/>
    <w:multiLevelType w:val="hybridMultilevel"/>
    <w:tmpl w:val="50A082C6"/>
    <w:lvl w:ilvl="0" w:tplc="B43030E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541E4"/>
    <w:multiLevelType w:val="hybridMultilevel"/>
    <w:tmpl w:val="1AB63592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18B87BEF"/>
    <w:multiLevelType w:val="hybridMultilevel"/>
    <w:tmpl w:val="B0B4765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25AD7"/>
    <w:multiLevelType w:val="hybridMultilevel"/>
    <w:tmpl w:val="865612E4"/>
    <w:lvl w:ilvl="0" w:tplc="FCD2B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53E92"/>
    <w:multiLevelType w:val="hybridMultilevel"/>
    <w:tmpl w:val="4A9CAB3C"/>
    <w:lvl w:ilvl="0" w:tplc="2B141EA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E739A"/>
    <w:multiLevelType w:val="hybridMultilevel"/>
    <w:tmpl w:val="CB68E4AE"/>
    <w:lvl w:ilvl="0" w:tplc="7A36DACE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99D1744"/>
    <w:multiLevelType w:val="hybridMultilevel"/>
    <w:tmpl w:val="A9F25DDC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606E8"/>
    <w:multiLevelType w:val="hybridMultilevel"/>
    <w:tmpl w:val="59A6C2E2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6B503CA"/>
    <w:multiLevelType w:val="hybridMultilevel"/>
    <w:tmpl w:val="525622C8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4">
    <w:nsid w:val="3735308B"/>
    <w:multiLevelType w:val="hybridMultilevel"/>
    <w:tmpl w:val="16204868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B4D74"/>
    <w:multiLevelType w:val="hybridMultilevel"/>
    <w:tmpl w:val="3120F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BCA02EC"/>
    <w:multiLevelType w:val="hybridMultilevel"/>
    <w:tmpl w:val="6D749822"/>
    <w:lvl w:ilvl="0" w:tplc="E7B6B81C">
      <w:start w:val="2001"/>
      <w:numFmt w:val="bullet"/>
      <w:lvlText w:val="-"/>
      <w:lvlJc w:val="left"/>
      <w:pPr>
        <w:ind w:left="37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1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3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7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69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30" w:hanging="360"/>
      </w:pPr>
      <w:rPr>
        <w:rFonts w:ascii="Wingdings" w:hAnsi="Wingdings" w:cs="Wingdings" w:hint="default"/>
      </w:rPr>
    </w:lvl>
  </w:abstractNum>
  <w:abstractNum w:abstractNumId="17">
    <w:nsid w:val="429B0681"/>
    <w:multiLevelType w:val="hybridMultilevel"/>
    <w:tmpl w:val="475293C0"/>
    <w:lvl w:ilvl="0" w:tplc="E7B6B81C">
      <w:start w:val="200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6834E02"/>
    <w:multiLevelType w:val="hybridMultilevel"/>
    <w:tmpl w:val="40882A2A"/>
    <w:lvl w:ilvl="0" w:tplc="5EEC0F1E">
      <w:start w:val="2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9">
    <w:nsid w:val="4CB75BA6"/>
    <w:multiLevelType w:val="hybridMultilevel"/>
    <w:tmpl w:val="BDC25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42F57"/>
    <w:multiLevelType w:val="hybridMultilevel"/>
    <w:tmpl w:val="954865F8"/>
    <w:lvl w:ilvl="0" w:tplc="1C02CC32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1C02CC32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D8B111C"/>
    <w:multiLevelType w:val="hybridMultilevel"/>
    <w:tmpl w:val="BF826216"/>
    <w:lvl w:ilvl="0" w:tplc="70249BD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90" w:hanging="360"/>
      </w:pPr>
    </w:lvl>
    <w:lvl w:ilvl="2" w:tplc="040E001B">
      <w:start w:val="1"/>
      <w:numFmt w:val="lowerRoman"/>
      <w:lvlText w:val="%3."/>
      <w:lvlJc w:val="right"/>
      <w:pPr>
        <w:ind w:left="1810" w:hanging="180"/>
      </w:pPr>
    </w:lvl>
    <w:lvl w:ilvl="3" w:tplc="040E000F">
      <w:start w:val="1"/>
      <w:numFmt w:val="decimal"/>
      <w:lvlText w:val="%4."/>
      <w:lvlJc w:val="left"/>
      <w:pPr>
        <w:ind w:left="2530" w:hanging="360"/>
      </w:pPr>
    </w:lvl>
    <w:lvl w:ilvl="4" w:tplc="040E0019">
      <w:start w:val="1"/>
      <w:numFmt w:val="lowerLetter"/>
      <w:lvlText w:val="%5."/>
      <w:lvlJc w:val="left"/>
      <w:pPr>
        <w:ind w:left="3250" w:hanging="360"/>
      </w:pPr>
    </w:lvl>
    <w:lvl w:ilvl="5" w:tplc="040E001B">
      <w:start w:val="1"/>
      <w:numFmt w:val="lowerRoman"/>
      <w:lvlText w:val="%6."/>
      <w:lvlJc w:val="right"/>
      <w:pPr>
        <w:ind w:left="3970" w:hanging="180"/>
      </w:pPr>
    </w:lvl>
    <w:lvl w:ilvl="6" w:tplc="040E000F">
      <w:start w:val="1"/>
      <w:numFmt w:val="decimal"/>
      <w:lvlText w:val="%7."/>
      <w:lvlJc w:val="left"/>
      <w:pPr>
        <w:ind w:left="4690" w:hanging="360"/>
      </w:pPr>
    </w:lvl>
    <w:lvl w:ilvl="7" w:tplc="040E0019">
      <w:start w:val="1"/>
      <w:numFmt w:val="lowerLetter"/>
      <w:lvlText w:val="%8."/>
      <w:lvlJc w:val="left"/>
      <w:pPr>
        <w:ind w:left="5410" w:hanging="360"/>
      </w:pPr>
    </w:lvl>
    <w:lvl w:ilvl="8" w:tplc="040E001B">
      <w:start w:val="1"/>
      <w:numFmt w:val="lowerRoman"/>
      <w:lvlText w:val="%9."/>
      <w:lvlJc w:val="right"/>
      <w:pPr>
        <w:ind w:left="6130" w:hanging="180"/>
      </w:pPr>
    </w:lvl>
  </w:abstractNum>
  <w:abstractNum w:abstractNumId="22">
    <w:nsid w:val="569C7289"/>
    <w:multiLevelType w:val="hybridMultilevel"/>
    <w:tmpl w:val="F01277EA"/>
    <w:lvl w:ilvl="0" w:tplc="667632AE">
      <w:numFmt w:val="bullet"/>
      <w:lvlText w:val="-"/>
      <w:lvlJc w:val="left"/>
      <w:pPr>
        <w:tabs>
          <w:tab w:val="num" w:pos="3714"/>
        </w:tabs>
        <w:ind w:left="3714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24"/>
        </w:tabs>
        <w:ind w:left="7824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44"/>
        </w:tabs>
        <w:ind w:left="85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64"/>
        </w:tabs>
        <w:ind w:left="9264" w:hanging="360"/>
      </w:pPr>
      <w:rPr>
        <w:rFonts w:ascii="Wingdings" w:hAnsi="Wingdings" w:cs="Wingdings" w:hint="default"/>
      </w:rPr>
    </w:lvl>
  </w:abstractNum>
  <w:abstractNum w:abstractNumId="23">
    <w:nsid w:val="5758056B"/>
    <w:multiLevelType w:val="hybridMultilevel"/>
    <w:tmpl w:val="70061C5C"/>
    <w:lvl w:ilvl="0" w:tplc="6EC863A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7B46CD0"/>
    <w:multiLevelType w:val="hybridMultilevel"/>
    <w:tmpl w:val="719CF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99A238B"/>
    <w:multiLevelType w:val="hybridMultilevel"/>
    <w:tmpl w:val="0BFC4178"/>
    <w:lvl w:ilvl="0" w:tplc="BC14FE5E">
      <w:start w:val="2"/>
      <w:numFmt w:val="upperLetter"/>
      <w:lvlText w:val="%1)"/>
      <w:lvlJc w:val="left"/>
      <w:pPr>
        <w:ind w:left="19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700" w:hanging="360"/>
      </w:pPr>
    </w:lvl>
    <w:lvl w:ilvl="2" w:tplc="040E001B">
      <w:start w:val="1"/>
      <w:numFmt w:val="lowerRoman"/>
      <w:lvlText w:val="%3."/>
      <w:lvlJc w:val="right"/>
      <w:pPr>
        <w:ind w:left="3420" w:hanging="180"/>
      </w:pPr>
    </w:lvl>
    <w:lvl w:ilvl="3" w:tplc="040E000F">
      <w:start w:val="1"/>
      <w:numFmt w:val="decimal"/>
      <w:lvlText w:val="%4."/>
      <w:lvlJc w:val="left"/>
      <w:pPr>
        <w:ind w:left="4140" w:hanging="360"/>
      </w:pPr>
    </w:lvl>
    <w:lvl w:ilvl="4" w:tplc="040E0019">
      <w:start w:val="1"/>
      <w:numFmt w:val="lowerLetter"/>
      <w:lvlText w:val="%5."/>
      <w:lvlJc w:val="left"/>
      <w:pPr>
        <w:ind w:left="4860" w:hanging="360"/>
      </w:pPr>
    </w:lvl>
    <w:lvl w:ilvl="5" w:tplc="040E001B">
      <w:start w:val="1"/>
      <w:numFmt w:val="lowerRoman"/>
      <w:lvlText w:val="%6."/>
      <w:lvlJc w:val="right"/>
      <w:pPr>
        <w:ind w:left="5580" w:hanging="180"/>
      </w:pPr>
    </w:lvl>
    <w:lvl w:ilvl="6" w:tplc="040E000F">
      <w:start w:val="1"/>
      <w:numFmt w:val="decimal"/>
      <w:lvlText w:val="%7."/>
      <w:lvlJc w:val="left"/>
      <w:pPr>
        <w:ind w:left="6300" w:hanging="360"/>
      </w:pPr>
    </w:lvl>
    <w:lvl w:ilvl="7" w:tplc="040E0019">
      <w:start w:val="1"/>
      <w:numFmt w:val="lowerLetter"/>
      <w:lvlText w:val="%8."/>
      <w:lvlJc w:val="left"/>
      <w:pPr>
        <w:ind w:left="7020" w:hanging="360"/>
      </w:pPr>
    </w:lvl>
    <w:lvl w:ilvl="8" w:tplc="040E001B">
      <w:start w:val="1"/>
      <w:numFmt w:val="lowerRoman"/>
      <w:lvlText w:val="%9."/>
      <w:lvlJc w:val="right"/>
      <w:pPr>
        <w:ind w:left="7740" w:hanging="180"/>
      </w:pPr>
    </w:lvl>
  </w:abstractNum>
  <w:abstractNum w:abstractNumId="26">
    <w:nsid w:val="68A307E3"/>
    <w:multiLevelType w:val="hybridMultilevel"/>
    <w:tmpl w:val="3646A924"/>
    <w:lvl w:ilvl="0" w:tplc="4938743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6EDE0DCD"/>
    <w:multiLevelType w:val="hybridMultilevel"/>
    <w:tmpl w:val="46C8C766"/>
    <w:lvl w:ilvl="0" w:tplc="844CCBD4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0FF266D"/>
    <w:multiLevelType w:val="hybridMultilevel"/>
    <w:tmpl w:val="5FE081DE"/>
    <w:lvl w:ilvl="0" w:tplc="E7B6B81C">
      <w:start w:val="2001"/>
      <w:numFmt w:val="bullet"/>
      <w:lvlText w:val="-"/>
      <w:legacy w:legacy="1" w:legacySpace="120" w:legacyIndent="360"/>
      <w:lvlJc w:val="left"/>
      <w:pPr>
        <w:ind w:left="466" w:hanging="360"/>
      </w:pPr>
    </w:lvl>
    <w:lvl w:ilvl="1" w:tplc="040E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cs="Wingdings" w:hint="default"/>
      </w:rPr>
    </w:lvl>
  </w:abstractNum>
  <w:abstractNum w:abstractNumId="29">
    <w:nsid w:val="752E25BB"/>
    <w:multiLevelType w:val="hybridMultilevel"/>
    <w:tmpl w:val="460A4876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CD16D8"/>
    <w:multiLevelType w:val="hybridMultilevel"/>
    <w:tmpl w:val="6BD07086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3"/>
  </w:num>
  <w:num w:numId="3">
    <w:abstractNumId w:val="18"/>
  </w:num>
  <w:num w:numId="4">
    <w:abstractNumId w:val="20"/>
  </w:num>
  <w:num w:numId="5">
    <w:abstractNumId w:val="0"/>
  </w:num>
  <w:num w:numId="6">
    <w:abstractNumId w:val="13"/>
  </w:num>
  <w:num w:numId="7">
    <w:abstractNumId w:val="6"/>
  </w:num>
  <w:num w:numId="8">
    <w:abstractNumId w:val="22"/>
  </w:num>
  <w:num w:numId="9">
    <w:abstractNumId w:val="7"/>
  </w:num>
  <w:num w:numId="10">
    <w:abstractNumId w:val="19"/>
  </w:num>
  <w:num w:numId="11">
    <w:abstractNumId w:val="23"/>
  </w:num>
  <w:num w:numId="12">
    <w:abstractNumId w:val="26"/>
  </w:num>
  <w:num w:numId="13">
    <w:abstractNumId w:val="30"/>
  </w:num>
  <w:num w:numId="14">
    <w:abstractNumId w:val="10"/>
  </w:num>
  <w:num w:numId="15">
    <w:abstractNumId w:val="12"/>
  </w:num>
  <w:num w:numId="16">
    <w:abstractNumId w:val="4"/>
  </w:num>
  <w:num w:numId="17">
    <w:abstractNumId w:val="1"/>
  </w:num>
  <w:num w:numId="18">
    <w:abstractNumId w:val="24"/>
  </w:num>
  <w:num w:numId="19">
    <w:abstractNumId w:val="25"/>
  </w:num>
  <w:num w:numId="20">
    <w:abstractNumId w:val="8"/>
  </w:num>
  <w:num w:numId="21">
    <w:abstractNumId w:val="2"/>
  </w:num>
  <w:num w:numId="22">
    <w:abstractNumId w:val="27"/>
  </w:num>
  <w:num w:numId="23">
    <w:abstractNumId w:val="15"/>
  </w:num>
  <w:num w:numId="24">
    <w:abstractNumId w:val="16"/>
  </w:num>
  <w:num w:numId="25">
    <w:abstractNumId w:val="21"/>
  </w:num>
  <w:num w:numId="26">
    <w:abstractNumId w:val="14"/>
  </w:num>
  <w:num w:numId="27">
    <w:abstractNumId w:val="9"/>
  </w:num>
  <w:num w:numId="28">
    <w:abstractNumId w:val="5"/>
  </w:num>
  <w:num w:numId="29">
    <w:abstractNumId w:val="29"/>
  </w:num>
  <w:num w:numId="30">
    <w:abstractNumId w:val="11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2DA"/>
    <w:rsid w:val="000105F2"/>
    <w:rsid w:val="000149B2"/>
    <w:rsid w:val="00042EE9"/>
    <w:rsid w:val="0008130D"/>
    <w:rsid w:val="00084869"/>
    <w:rsid w:val="00090EDD"/>
    <w:rsid w:val="000B2786"/>
    <w:rsid w:val="000C12F3"/>
    <w:rsid w:val="000C383D"/>
    <w:rsid w:val="000F1C60"/>
    <w:rsid w:val="00142AC0"/>
    <w:rsid w:val="00162D62"/>
    <w:rsid w:val="00171ECD"/>
    <w:rsid w:val="00195A56"/>
    <w:rsid w:val="0019650F"/>
    <w:rsid w:val="001C1527"/>
    <w:rsid w:val="001D1A07"/>
    <w:rsid w:val="001D1BDA"/>
    <w:rsid w:val="001E14F0"/>
    <w:rsid w:val="001E18C1"/>
    <w:rsid w:val="002004A2"/>
    <w:rsid w:val="002055BB"/>
    <w:rsid w:val="00215497"/>
    <w:rsid w:val="00233984"/>
    <w:rsid w:val="00247D90"/>
    <w:rsid w:val="00257502"/>
    <w:rsid w:val="00294D32"/>
    <w:rsid w:val="002B579A"/>
    <w:rsid w:val="002B7295"/>
    <w:rsid w:val="002C2F97"/>
    <w:rsid w:val="002C3F38"/>
    <w:rsid w:val="002C5D8C"/>
    <w:rsid w:val="002F4EA6"/>
    <w:rsid w:val="003176A9"/>
    <w:rsid w:val="00326318"/>
    <w:rsid w:val="00326582"/>
    <w:rsid w:val="003518F8"/>
    <w:rsid w:val="0035351B"/>
    <w:rsid w:val="003540CE"/>
    <w:rsid w:val="003762E5"/>
    <w:rsid w:val="003B1770"/>
    <w:rsid w:val="003D2E44"/>
    <w:rsid w:val="0040160E"/>
    <w:rsid w:val="0040546B"/>
    <w:rsid w:val="004457BD"/>
    <w:rsid w:val="00467D18"/>
    <w:rsid w:val="00475720"/>
    <w:rsid w:val="0048707C"/>
    <w:rsid w:val="00487802"/>
    <w:rsid w:val="004A2050"/>
    <w:rsid w:val="004B1AC8"/>
    <w:rsid w:val="004E5D78"/>
    <w:rsid w:val="004F76B1"/>
    <w:rsid w:val="005067D6"/>
    <w:rsid w:val="00540E2B"/>
    <w:rsid w:val="005502A0"/>
    <w:rsid w:val="00582941"/>
    <w:rsid w:val="0059491C"/>
    <w:rsid w:val="005D1418"/>
    <w:rsid w:val="00600FE4"/>
    <w:rsid w:val="00615DFA"/>
    <w:rsid w:val="00620949"/>
    <w:rsid w:val="00642DC3"/>
    <w:rsid w:val="00670416"/>
    <w:rsid w:val="00675077"/>
    <w:rsid w:val="00676347"/>
    <w:rsid w:val="006A6328"/>
    <w:rsid w:val="006A7E72"/>
    <w:rsid w:val="006B5FC3"/>
    <w:rsid w:val="006E2349"/>
    <w:rsid w:val="006E3B46"/>
    <w:rsid w:val="006F3F04"/>
    <w:rsid w:val="006F4924"/>
    <w:rsid w:val="007203D7"/>
    <w:rsid w:val="00724F56"/>
    <w:rsid w:val="0076368B"/>
    <w:rsid w:val="0076379B"/>
    <w:rsid w:val="00763BAC"/>
    <w:rsid w:val="007701DC"/>
    <w:rsid w:val="0077179F"/>
    <w:rsid w:val="007743DD"/>
    <w:rsid w:val="007755F2"/>
    <w:rsid w:val="00775B5C"/>
    <w:rsid w:val="00777B96"/>
    <w:rsid w:val="00793543"/>
    <w:rsid w:val="00795C92"/>
    <w:rsid w:val="007B260A"/>
    <w:rsid w:val="007C23AD"/>
    <w:rsid w:val="00801667"/>
    <w:rsid w:val="008462E7"/>
    <w:rsid w:val="00847EF8"/>
    <w:rsid w:val="0087478E"/>
    <w:rsid w:val="008861CD"/>
    <w:rsid w:val="008A17F6"/>
    <w:rsid w:val="008A696F"/>
    <w:rsid w:val="008B1DC2"/>
    <w:rsid w:val="008B2AD4"/>
    <w:rsid w:val="008C03FA"/>
    <w:rsid w:val="008C54C4"/>
    <w:rsid w:val="008C74EF"/>
    <w:rsid w:val="008D4525"/>
    <w:rsid w:val="009124F0"/>
    <w:rsid w:val="009515BA"/>
    <w:rsid w:val="009638AC"/>
    <w:rsid w:val="009729E7"/>
    <w:rsid w:val="00981D14"/>
    <w:rsid w:val="009A4485"/>
    <w:rsid w:val="009B0E33"/>
    <w:rsid w:val="009C2962"/>
    <w:rsid w:val="009D3ED9"/>
    <w:rsid w:val="009E6CFD"/>
    <w:rsid w:val="009F09DC"/>
    <w:rsid w:val="009F1124"/>
    <w:rsid w:val="00A015F6"/>
    <w:rsid w:val="00A03E9A"/>
    <w:rsid w:val="00A05B7A"/>
    <w:rsid w:val="00A507DC"/>
    <w:rsid w:val="00A573A6"/>
    <w:rsid w:val="00A67350"/>
    <w:rsid w:val="00A72CBA"/>
    <w:rsid w:val="00A73C97"/>
    <w:rsid w:val="00A81416"/>
    <w:rsid w:val="00A816E9"/>
    <w:rsid w:val="00A83407"/>
    <w:rsid w:val="00AA168C"/>
    <w:rsid w:val="00AA5F91"/>
    <w:rsid w:val="00AB678A"/>
    <w:rsid w:val="00AD2140"/>
    <w:rsid w:val="00AD2C10"/>
    <w:rsid w:val="00AD48D5"/>
    <w:rsid w:val="00AE0209"/>
    <w:rsid w:val="00AE50B6"/>
    <w:rsid w:val="00AE69E1"/>
    <w:rsid w:val="00AF020B"/>
    <w:rsid w:val="00AF0F72"/>
    <w:rsid w:val="00B1365A"/>
    <w:rsid w:val="00B3063D"/>
    <w:rsid w:val="00B47D25"/>
    <w:rsid w:val="00B54EA7"/>
    <w:rsid w:val="00B56D8B"/>
    <w:rsid w:val="00B57588"/>
    <w:rsid w:val="00B962BC"/>
    <w:rsid w:val="00B96C67"/>
    <w:rsid w:val="00BC12DA"/>
    <w:rsid w:val="00BE2BF9"/>
    <w:rsid w:val="00BF5FC2"/>
    <w:rsid w:val="00C138C3"/>
    <w:rsid w:val="00C14516"/>
    <w:rsid w:val="00C15E00"/>
    <w:rsid w:val="00C16A92"/>
    <w:rsid w:val="00C200E9"/>
    <w:rsid w:val="00C2361F"/>
    <w:rsid w:val="00C61BBD"/>
    <w:rsid w:val="00C82300"/>
    <w:rsid w:val="00C84168"/>
    <w:rsid w:val="00C95581"/>
    <w:rsid w:val="00CA20E4"/>
    <w:rsid w:val="00CC543F"/>
    <w:rsid w:val="00CE0EF9"/>
    <w:rsid w:val="00CE3990"/>
    <w:rsid w:val="00CF3499"/>
    <w:rsid w:val="00D007A3"/>
    <w:rsid w:val="00D11C93"/>
    <w:rsid w:val="00D230D4"/>
    <w:rsid w:val="00D31F61"/>
    <w:rsid w:val="00D344ED"/>
    <w:rsid w:val="00D46F84"/>
    <w:rsid w:val="00D47C44"/>
    <w:rsid w:val="00D53274"/>
    <w:rsid w:val="00D552CE"/>
    <w:rsid w:val="00D568FE"/>
    <w:rsid w:val="00D635C7"/>
    <w:rsid w:val="00D718A1"/>
    <w:rsid w:val="00D84144"/>
    <w:rsid w:val="00DA4915"/>
    <w:rsid w:val="00DB5731"/>
    <w:rsid w:val="00DB5AB6"/>
    <w:rsid w:val="00DB5BC6"/>
    <w:rsid w:val="00DC12E9"/>
    <w:rsid w:val="00DC3CBD"/>
    <w:rsid w:val="00DE7018"/>
    <w:rsid w:val="00DF37B0"/>
    <w:rsid w:val="00E234E7"/>
    <w:rsid w:val="00E24D93"/>
    <w:rsid w:val="00E26486"/>
    <w:rsid w:val="00E30581"/>
    <w:rsid w:val="00E34AE3"/>
    <w:rsid w:val="00E57958"/>
    <w:rsid w:val="00E65362"/>
    <w:rsid w:val="00E75F2D"/>
    <w:rsid w:val="00E848CD"/>
    <w:rsid w:val="00E9248B"/>
    <w:rsid w:val="00E97419"/>
    <w:rsid w:val="00EA6159"/>
    <w:rsid w:val="00EB204B"/>
    <w:rsid w:val="00EC0697"/>
    <w:rsid w:val="00ED5D72"/>
    <w:rsid w:val="00EE532E"/>
    <w:rsid w:val="00F00739"/>
    <w:rsid w:val="00F0169A"/>
    <w:rsid w:val="00F0523A"/>
    <w:rsid w:val="00F42BDA"/>
    <w:rsid w:val="00F53842"/>
    <w:rsid w:val="00F62634"/>
    <w:rsid w:val="00F70EC3"/>
    <w:rsid w:val="00F8435C"/>
    <w:rsid w:val="00F850B2"/>
    <w:rsid w:val="00FA1DE4"/>
    <w:rsid w:val="00FA4420"/>
    <w:rsid w:val="00FC0C66"/>
    <w:rsid w:val="00FD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F97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2F97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9F1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F11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F1124"/>
    <w:rPr>
      <w:rFonts w:eastAsia="Times New Roman"/>
      <w:sz w:val="20"/>
      <w:szCs w:val="20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F1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F112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F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1124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07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86</Words>
  <Characters>595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LEVELEZŐ TAGOZAT – kollokvium esetén</dc:title>
  <dc:subject/>
  <dc:creator>acsi</dc:creator>
  <cp:keywords/>
  <dc:description/>
  <cp:lastModifiedBy>User</cp:lastModifiedBy>
  <cp:revision>2</cp:revision>
  <dcterms:created xsi:type="dcterms:W3CDTF">2021-10-01T05:55:00Z</dcterms:created>
  <dcterms:modified xsi:type="dcterms:W3CDTF">2021-10-01T05:55:00Z</dcterms:modified>
</cp:coreProperties>
</file>