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4E" w:rsidRPr="009A4485" w:rsidRDefault="00BD544E" w:rsidP="00AE0209">
      <w:bookmarkStart w:id="0" w:name="_GoBack"/>
      <w:bookmarkEnd w:id="0"/>
      <w:r w:rsidRPr="00AE0209">
        <w:rPr>
          <w:b/>
          <w:bCs/>
          <w:highlight w:val="green"/>
        </w:rPr>
        <w:t>LEVELEZŐ TAGOZAT</w:t>
      </w:r>
      <w:r>
        <w:t xml:space="preserve"> – </w:t>
      </w:r>
      <w:r w:rsidRPr="00AE0209">
        <w:rPr>
          <w:b/>
          <w:bCs/>
          <w:color w:val="FF0000"/>
        </w:rPr>
        <w:t>kollokvium esetén</w:t>
      </w:r>
    </w:p>
    <w:p w:rsidR="00BD544E" w:rsidRPr="009A4485" w:rsidRDefault="00BD544E"/>
    <w:p w:rsidR="00BD544E" w:rsidRPr="002C5D8C" w:rsidRDefault="00BD544E" w:rsidP="00042EE9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BD544E" w:rsidRPr="009A4485" w:rsidRDefault="00BD544E" w:rsidP="003B1770">
      <w:pPr>
        <w:ind w:left="709" w:hanging="699"/>
        <w:rPr>
          <w:b/>
          <w:bCs/>
        </w:rPr>
      </w:pPr>
    </w:p>
    <w:p w:rsidR="00BD544E" w:rsidRDefault="00BD544E" w:rsidP="00C95581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BD544E" w:rsidRPr="0087478E" w:rsidRDefault="00BD544E" w:rsidP="00C95581">
      <w:pPr>
        <w:pStyle w:val="ListParagraph"/>
        <w:numPr>
          <w:ilvl w:val="0"/>
          <w:numId w:val="27"/>
        </w:numPr>
      </w:pPr>
      <w:r>
        <w:t>konzultáció Kúpszeletek</w:t>
      </w:r>
    </w:p>
    <w:p w:rsidR="00BD544E" w:rsidRDefault="00BD544E" w:rsidP="00C95581">
      <w:pPr>
        <w:pStyle w:val="ListParagraph"/>
        <w:numPr>
          <w:ilvl w:val="0"/>
          <w:numId w:val="27"/>
        </w:numPr>
      </w:pPr>
      <w:r>
        <w:t>konzultáció A geometria axiomatikus felépítése</w:t>
      </w:r>
    </w:p>
    <w:p w:rsidR="00BD544E" w:rsidRDefault="00BD544E" w:rsidP="00C95581">
      <w:pPr>
        <w:pStyle w:val="ListParagraph"/>
        <w:numPr>
          <w:ilvl w:val="0"/>
          <w:numId w:val="27"/>
        </w:numPr>
      </w:pPr>
      <w:r>
        <w:t>konzultáció Párhuzamossági axiómák, következményeik</w:t>
      </w:r>
    </w:p>
    <w:p w:rsidR="00BD544E" w:rsidRDefault="00BD544E" w:rsidP="00D230D4">
      <w:pPr>
        <w:pStyle w:val="ListParagraph"/>
        <w:numPr>
          <w:ilvl w:val="0"/>
          <w:numId w:val="27"/>
        </w:numPr>
      </w:pPr>
      <w:r>
        <w:t>konzultáció A hiperbolikus geometria modelljei</w:t>
      </w:r>
    </w:p>
    <w:p w:rsidR="00BD544E" w:rsidRDefault="00BD544E" w:rsidP="00D230D4">
      <w:pPr>
        <w:pStyle w:val="ListParagraph"/>
        <w:numPr>
          <w:ilvl w:val="0"/>
          <w:numId w:val="27"/>
        </w:numPr>
        <w:rPr>
          <w:b/>
          <w:bCs/>
        </w:rPr>
      </w:pPr>
    </w:p>
    <w:p w:rsidR="00BD544E" w:rsidRDefault="00BD544E" w:rsidP="003B1770">
      <w:pPr>
        <w:ind w:left="709" w:hanging="699"/>
        <w:rPr>
          <w:b/>
          <w:bCs/>
        </w:rPr>
      </w:pPr>
    </w:p>
    <w:p w:rsidR="00BD544E" w:rsidRPr="009A4485" w:rsidRDefault="00BD544E" w:rsidP="00C95581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BD544E" w:rsidRPr="009A4485" w:rsidRDefault="00BD544E" w:rsidP="00C95581">
      <w:pPr>
        <w:pStyle w:val="ListParagraph"/>
        <w:numPr>
          <w:ilvl w:val="0"/>
          <w:numId w:val="1"/>
        </w:numPr>
        <w:jc w:val="both"/>
      </w:pPr>
      <w:r w:rsidRPr="009A4485">
        <w:t>Az el</w:t>
      </w:r>
      <w:r w:rsidRPr="00AF020B">
        <w:t>ő</w:t>
      </w:r>
      <w:r w:rsidRPr="009A4485">
        <w:t>adások a képzés szerves részét képezik, így az Intézmény a hallgatóktól elvárja a részvételt az el</w:t>
      </w:r>
      <w:r w:rsidRPr="00AF020B">
        <w:t>ő</w:t>
      </w:r>
      <w:r w:rsidRPr="009A4485">
        <w:t>adásokon (TVSz 8.§ 1.)</w:t>
      </w:r>
    </w:p>
    <w:p w:rsidR="00BD544E" w:rsidRPr="009A4485" w:rsidRDefault="00BD544E"/>
    <w:p w:rsidR="00BD544E" w:rsidRPr="009A4485" w:rsidRDefault="00BD544E" w:rsidP="007743DD">
      <w:pPr>
        <w:jc w:val="both"/>
        <w:rPr>
          <w:b/>
          <w:bCs/>
        </w:rPr>
      </w:pPr>
      <w:r w:rsidRPr="009A4485">
        <w:rPr>
          <w:b/>
          <w:bCs/>
        </w:rPr>
        <w:t>Félévi követelmény: kollokvium</w:t>
      </w:r>
    </w:p>
    <w:p w:rsidR="00BD544E" w:rsidRPr="009A4485" w:rsidRDefault="00BD544E" w:rsidP="007743DD">
      <w:pPr>
        <w:jc w:val="both"/>
        <w:rPr>
          <w:b/>
          <w:bCs/>
        </w:rPr>
      </w:pPr>
    </w:p>
    <w:p w:rsidR="00BD544E" w:rsidRDefault="00BD544E" w:rsidP="00C95581">
      <w:pPr>
        <w:jc w:val="both"/>
        <w:rPr>
          <w:b/>
          <w:bCs/>
        </w:rPr>
      </w:pPr>
      <w:r w:rsidRPr="00847EF8">
        <w:rPr>
          <w:b/>
          <w:bCs/>
        </w:rPr>
        <w:t>Az értékelés módja, ütemezése</w:t>
      </w:r>
      <w:r w:rsidRPr="009A4485">
        <w:rPr>
          <w:b/>
          <w:bCs/>
        </w:rPr>
        <w:t>:</w:t>
      </w:r>
    </w:p>
    <w:p w:rsidR="00BD544E" w:rsidRPr="00DC3CBD" w:rsidRDefault="00BD544E" w:rsidP="009D3ED9">
      <w:pPr>
        <w:pStyle w:val="ListParagraph"/>
        <w:ind w:left="370"/>
        <w:jc w:val="both"/>
        <w:rPr>
          <w:i/>
          <w:iCs/>
          <w:color w:val="0070C0"/>
        </w:rPr>
      </w:pPr>
      <w:r w:rsidRPr="00AE50B6">
        <w:t xml:space="preserve">vizsgára bocsátás feltétele: </w:t>
      </w:r>
      <w:r>
        <w:t>nincs</w:t>
      </w:r>
    </w:p>
    <w:p w:rsidR="00BD544E" w:rsidRPr="009A4485" w:rsidRDefault="00BD544E" w:rsidP="00E234E7">
      <w:pPr>
        <w:ind w:left="370"/>
        <w:jc w:val="both"/>
      </w:pPr>
      <w:r w:rsidRPr="00DB5BC6">
        <w:rPr>
          <w:b/>
          <w:bCs/>
          <w:i/>
          <w:iCs/>
        </w:rPr>
        <w:t>A kollokvium típusa</w:t>
      </w:r>
      <w:r>
        <w:t>: írásbeli</w:t>
      </w:r>
    </w:p>
    <w:p w:rsidR="00BD544E" w:rsidRPr="00620949" w:rsidRDefault="00BD544E" w:rsidP="00E234E7">
      <w:pPr>
        <w:ind w:left="228" w:firstLine="840"/>
      </w:pPr>
      <w:r>
        <w:t>A)</w:t>
      </w:r>
      <w:r w:rsidRPr="00620949">
        <w:t xml:space="preserve">  Írásbeli vizsga</w:t>
      </w:r>
      <w:r>
        <w:t xml:space="preserve"> anyaga</w:t>
      </w:r>
      <w:r w:rsidRPr="00620949">
        <w:t xml:space="preserve">: </w:t>
      </w:r>
      <w:r>
        <w:t>az előadáson elhangzottak</w:t>
      </w:r>
    </w:p>
    <w:p w:rsidR="00BD544E" w:rsidRPr="00B96C67" w:rsidRDefault="00BD544E" w:rsidP="00E234E7">
      <w:pPr>
        <w:ind w:left="360"/>
      </w:pPr>
    </w:p>
    <w:p w:rsidR="00BD544E" w:rsidRDefault="00BD544E" w:rsidP="006B5FC3">
      <w:r w:rsidRPr="009A4485">
        <w:rPr>
          <w:b/>
          <w:bCs/>
        </w:rPr>
        <w:t>Az érdemjegy kialakításának módja:</w:t>
      </w:r>
      <w:r>
        <w:rPr>
          <w:b/>
          <w:bCs/>
        </w:rPr>
        <w:t xml:space="preserve"> </w:t>
      </w:r>
      <w:r>
        <w:t>írásbeli dolgozat a vizsgaidőszakban. Ponthatárok: 40%, 55%, 70%, 85%.</w:t>
      </w:r>
    </w:p>
    <w:p w:rsidR="00BD544E" w:rsidRPr="006B5FC3" w:rsidRDefault="00BD544E" w:rsidP="00E234E7"/>
    <w:p w:rsidR="00BD544E" w:rsidRPr="006B5FC3" w:rsidRDefault="00BD544E" w:rsidP="006B5FC3">
      <w:pPr>
        <w:spacing w:after="120"/>
        <w:jc w:val="both"/>
        <w:rPr>
          <w:color w:val="0070C0"/>
        </w:rPr>
      </w:pPr>
    </w:p>
    <w:p w:rsidR="00BD544E" w:rsidRPr="009A4485" w:rsidRDefault="00BD544E"/>
    <w:p w:rsidR="00BD544E" w:rsidRPr="009A4485" w:rsidRDefault="00BD544E"/>
    <w:p w:rsidR="00BD544E" w:rsidRPr="009A4485" w:rsidRDefault="00BD544E"/>
    <w:p w:rsidR="00BD544E" w:rsidRPr="009A4485" w:rsidRDefault="00BD544E"/>
    <w:p w:rsidR="00BD544E" w:rsidRPr="009A4485" w:rsidRDefault="00BD544E"/>
    <w:p w:rsidR="00BD544E" w:rsidRPr="009A4485" w:rsidRDefault="00BD544E" w:rsidP="00A573A6">
      <w:pPr>
        <w:rPr>
          <w:highlight w:val="green"/>
        </w:rPr>
      </w:pPr>
    </w:p>
    <w:sectPr w:rsidR="00BD544E" w:rsidRPr="009A4485" w:rsidSect="006E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29B0681"/>
    <w:multiLevelType w:val="hybridMultilevel"/>
    <w:tmpl w:val="475293C0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2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3">
    <w:nsid w:val="5758056B"/>
    <w:multiLevelType w:val="hybridMultilevel"/>
    <w:tmpl w:val="70061C5C"/>
    <w:lvl w:ilvl="0" w:tplc="6EC863A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9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700" w:hanging="360"/>
      </w:pPr>
    </w:lvl>
    <w:lvl w:ilvl="2" w:tplc="040E001B">
      <w:start w:val="1"/>
      <w:numFmt w:val="lowerRoman"/>
      <w:lvlText w:val="%3."/>
      <w:lvlJc w:val="right"/>
      <w:pPr>
        <w:ind w:left="3420" w:hanging="180"/>
      </w:pPr>
    </w:lvl>
    <w:lvl w:ilvl="3" w:tplc="040E000F">
      <w:start w:val="1"/>
      <w:numFmt w:val="decimal"/>
      <w:lvlText w:val="%4."/>
      <w:lvlJc w:val="left"/>
      <w:pPr>
        <w:ind w:left="4140" w:hanging="360"/>
      </w:pPr>
    </w:lvl>
    <w:lvl w:ilvl="4" w:tplc="040E0019">
      <w:start w:val="1"/>
      <w:numFmt w:val="lowerLetter"/>
      <w:lvlText w:val="%5."/>
      <w:lvlJc w:val="left"/>
      <w:pPr>
        <w:ind w:left="4860" w:hanging="360"/>
      </w:pPr>
    </w:lvl>
    <w:lvl w:ilvl="5" w:tplc="040E001B">
      <w:start w:val="1"/>
      <w:numFmt w:val="lowerRoman"/>
      <w:lvlText w:val="%6."/>
      <w:lvlJc w:val="right"/>
      <w:pPr>
        <w:ind w:left="5580" w:hanging="180"/>
      </w:pPr>
    </w:lvl>
    <w:lvl w:ilvl="6" w:tplc="040E000F">
      <w:start w:val="1"/>
      <w:numFmt w:val="decimal"/>
      <w:lvlText w:val="%7."/>
      <w:lvlJc w:val="left"/>
      <w:pPr>
        <w:ind w:left="6300" w:hanging="360"/>
      </w:pPr>
    </w:lvl>
    <w:lvl w:ilvl="7" w:tplc="040E0019">
      <w:start w:val="1"/>
      <w:numFmt w:val="lowerLetter"/>
      <w:lvlText w:val="%8."/>
      <w:lvlJc w:val="left"/>
      <w:pPr>
        <w:ind w:left="7020" w:hanging="360"/>
      </w:pPr>
    </w:lvl>
    <w:lvl w:ilvl="8" w:tplc="040E001B">
      <w:start w:val="1"/>
      <w:numFmt w:val="lowerRoman"/>
      <w:lvlText w:val="%9."/>
      <w:lvlJc w:val="right"/>
      <w:pPr>
        <w:ind w:left="7740" w:hanging="180"/>
      </w:pPr>
    </w:lvl>
  </w:abstractNum>
  <w:abstractNum w:abstractNumId="26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9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"/>
  </w:num>
  <w:num w:numId="3">
    <w:abstractNumId w:val="18"/>
  </w:num>
  <w:num w:numId="4">
    <w:abstractNumId w:val="20"/>
  </w:num>
  <w:num w:numId="5">
    <w:abstractNumId w:val="0"/>
  </w:num>
  <w:num w:numId="6">
    <w:abstractNumId w:val="13"/>
  </w:num>
  <w:num w:numId="7">
    <w:abstractNumId w:val="6"/>
  </w:num>
  <w:num w:numId="8">
    <w:abstractNumId w:val="22"/>
  </w:num>
  <w:num w:numId="9">
    <w:abstractNumId w:val="7"/>
  </w:num>
  <w:num w:numId="10">
    <w:abstractNumId w:val="19"/>
  </w:num>
  <w:num w:numId="11">
    <w:abstractNumId w:val="23"/>
  </w:num>
  <w:num w:numId="12">
    <w:abstractNumId w:val="26"/>
  </w:num>
  <w:num w:numId="13">
    <w:abstractNumId w:val="30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4"/>
  </w:num>
  <w:num w:numId="19">
    <w:abstractNumId w:val="25"/>
  </w:num>
  <w:num w:numId="20">
    <w:abstractNumId w:val="8"/>
  </w:num>
  <w:num w:numId="21">
    <w:abstractNumId w:val="2"/>
  </w:num>
  <w:num w:numId="22">
    <w:abstractNumId w:val="27"/>
  </w:num>
  <w:num w:numId="23">
    <w:abstractNumId w:val="15"/>
  </w:num>
  <w:num w:numId="24">
    <w:abstractNumId w:val="16"/>
  </w:num>
  <w:num w:numId="25">
    <w:abstractNumId w:val="21"/>
  </w:num>
  <w:num w:numId="26">
    <w:abstractNumId w:val="14"/>
  </w:num>
  <w:num w:numId="27">
    <w:abstractNumId w:val="9"/>
  </w:num>
  <w:num w:numId="28">
    <w:abstractNumId w:val="5"/>
  </w:num>
  <w:num w:numId="29">
    <w:abstractNumId w:val="29"/>
  </w:num>
  <w:num w:numId="30">
    <w:abstractNumId w:val="11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42EE9"/>
    <w:rsid w:val="0008130D"/>
    <w:rsid w:val="00084869"/>
    <w:rsid w:val="00090EDD"/>
    <w:rsid w:val="000B2786"/>
    <w:rsid w:val="000C12F3"/>
    <w:rsid w:val="000C383D"/>
    <w:rsid w:val="000F1C60"/>
    <w:rsid w:val="00142AC0"/>
    <w:rsid w:val="00162D62"/>
    <w:rsid w:val="00171ECD"/>
    <w:rsid w:val="00195A56"/>
    <w:rsid w:val="0019650F"/>
    <w:rsid w:val="001C1527"/>
    <w:rsid w:val="001D1A07"/>
    <w:rsid w:val="001D1BDA"/>
    <w:rsid w:val="001E14F0"/>
    <w:rsid w:val="001E18C1"/>
    <w:rsid w:val="002004A2"/>
    <w:rsid w:val="002055BB"/>
    <w:rsid w:val="00215497"/>
    <w:rsid w:val="00233984"/>
    <w:rsid w:val="00247D90"/>
    <w:rsid w:val="00257502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518F8"/>
    <w:rsid w:val="0035351B"/>
    <w:rsid w:val="003540CE"/>
    <w:rsid w:val="003762E5"/>
    <w:rsid w:val="003B1770"/>
    <w:rsid w:val="003D2E44"/>
    <w:rsid w:val="0040160E"/>
    <w:rsid w:val="0040546B"/>
    <w:rsid w:val="004457BD"/>
    <w:rsid w:val="00467D18"/>
    <w:rsid w:val="00475720"/>
    <w:rsid w:val="0048707C"/>
    <w:rsid w:val="00487802"/>
    <w:rsid w:val="004A2050"/>
    <w:rsid w:val="004B1AC8"/>
    <w:rsid w:val="004E5D78"/>
    <w:rsid w:val="004F76B1"/>
    <w:rsid w:val="005067D6"/>
    <w:rsid w:val="00540E2B"/>
    <w:rsid w:val="005502A0"/>
    <w:rsid w:val="00582941"/>
    <w:rsid w:val="0059491C"/>
    <w:rsid w:val="005D1418"/>
    <w:rsid w:val="00600FE4"/>
    <w:rsid w:val="00615DFA"/>
    <w:rsid w:val="00620949"/>
    <w:rsid w:val="00642DC3"/>
    <w:rsid w:val="00670416"/>
    <w:rsid w:val="00675077"/>
    <w:rsid w:val="00676347"/>
    <w:rsid w:val="006A6328"/>
    <w:rsid w:val="006A7E72"/>
    <w:rsid w:val="006B5FC3"/>
    <w:rsid w:val="006E2349"/>
    <w:rsid w:val="006E3B46"/>
    <w:rsid w:val="006F3F04"/>
    <w:rsid w:val="006F4924"/>
    <w:rsid w:val="007203D7"/>
    <w:rsid w:val="00724F56"/>
    <w:rsid w:val="0076368B"/>
    <w:rsid w:val="0076379B"/>
    <w:rsid w:val="00763BAC"/>
    <w:rsid w:val="007701DC"/>
    <w:rsid w:val="0077179F"/>
    <w:rsid w:val="007743DD"/>
    <w:rsid w:val="007755F2"/>
    <w:rsid w:val="00777B96"/>
    <w:rsid w:val="00793543"/>
    <w:rsid w:val="00795C92"/>
    <w:rsid w:val="007B260A"/>
    <w:rsid w:val="007C23AD"/>
    <w:rsid w:val="00801667"/>
    <w:rsid w:val="008462E7"/>
    <w:rsid w:val="00847EF8"/>
    <w:rsid w:val="0087478E"/>
    <w:rsid w:val="008A17F6"/>
    <w:rsid w:val="008A696F"/>
    <w:rsid w:val="008B1DC2"/>
    <w:rsid w:val="008B2AD4"/>
    <w:rsid w:val="008C03FA"/>
    <w:rsid w:val="008C54C4"/>
    <w:rsid w:val="008C74EF"/>
    <w:rsid w:val="008D4525"/>
    <w:rsid w:val="009124F0"/>
    <w:rsid w:val="009515BA"/>
    <w:rsid w:val="009638AC"/>
    <w:rsid w:val="009729E7"/>
    <w:rsid w:val="00981D14"/>
    <w:rsid w:val="009A4485"/>
    <w:rsid w:val="009B0E33"/>
    <w:rsid w:val="009D3ED9"/>
    <w:rsid w:val="009E6CFD"/>
    <w:rsid w:val="009F09DC"/>
    <w:rsid w:val="009F1124"/>
    <w:rsid w:val="00A015F6"/>
    <w:rsid w:val="00A03E9A"/>
    <w:rsid w:val="00A05B7A"/>
    <w:rsid w:val="00A507DC"/>
    <w:rsid w:val="00A573A6"/>
    <w:rsid w:val="00A67350"/>
    <w:rsid w:val="00A72CBA"/>
    <w:rsid w:val="00A73C97"/>
    <w:rsid w:val="00A81416"/>
    <w:rsid w:val="00A816E9"/>
    <w:rsid w:val="00A8340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962BC"/>
    <w:rsid w:val="00B96C67"/>
    <w:rsid w:val="00BC12DA"/>
    <w:rsid w:val="00BD544E"/>
    <w:rsid w:val="00BE2BF9"/>
    <w:rsid w:val="00BF5FC2"/>
    <w:rsid w:val="00C138C3"/>
    <w:rsid w:val="00C14516"/>
    <w:rsid w:val="00C15E00"/>
    <w:rsid w:val="00C16A92"/>
    <w:rsid w:val="00C2361F"/>
    <w:rsid w:val="00C61BBD"/>
    <w:rsid w:val="00C82300"/>
    <w:rsid w:val="00C84168"/>
    <w:rsid w:val="00C95581"/>
    <w:rsid w:val="00CC543F"/>
    <w:rsid w:val="00CE0EF9"/>
    <w:rsid w:val="00CE3990"/>
    <w:rsid w:val="00CF3499"/>
    <w:rsid w:val="00D007A3"/>
    <w:rsid w:val="00D11C93"/>
    <w:rsid w:val="00D230D4"/>
    <w:rsid w:val="00D31F61"/>
    <w:rsid w:val="00D344ED"/>
    <w:rsid w:val="00D46F84"/>
    <w:rsid w:val="00D47C44"/>
    <w:rsid w:val="00D53274"/>
    <w:rsid w:val="00D552CE"/>
    <w:rsid w:val="00D568FE"/>
    <w:rsid w:val="00D635C7"/>
    <w:rsid w:val="00D718A1"/>
    <w:rsid w:val="00D84144"/>
    <w:rsid w:val="00DA4915"/>
    <w:rsid w:val="00DB5731"/>
    <w:rsid w:val="00DB5AB6"/>
    <w:rsid w:val="00DB5BC6"/>
    <w:rsid w:val="00DC12E9"/>
    <w:rsid w:val="00DC3CBD"/>
    <w:rsid w:val="00DE7018"/>
    <w:rsid w:val="00DF37B0"/>
    <w:rsid w:val="00E234E7"/>
    <w:rsid w:val="00E24D93"/>
    <w:rsid w:val="00E26486"/>
    <w:rsid w:val="00E30581"/>
    <w:rsid w:val="00E34AE3"/>
    <w:rsid w:val="00E57958"/>
    <w:rsid w:val="00E65362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523A"/>
    <w:rsid w:val="00F42BDA"/>
    <w:rsid w:val="00F53842"/>
    <w:rsid w:val="00F70EC3"/>
    <w:rsid w:val="00F850B2"/>
    <w:rsid w:val="00FA1DE4"/>
    <w:rsid w:val="00FA4420"/>
    <w:rsid w:val="00FC0C66"/>
    <w:rsid w:val="00FD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6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93</Words>
  <Characters>648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LEVELEZŐ TAGOZAT – kollokvium esetén</dc:title>
  <dc:subject/>
  <dc:creator>acsi</dc:creator>
  <cp:keywords/>
  <dc:description/>
  <cp:lastModifiedBy>User</cp:lastModifiedBy>
  <cp:revision>2</cp:revision>
  <dcterms:created xsi:type="dcterms:W3CDTF">2021-09-30T11:58:00Z</dcterms:created>
  <dcterms:modified xsi:type="dcterms:W3CDTF">2021-09-30T11:58:00Z</dcterms:modified>
</cp:coreProperties>
</file>